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D0717" w14:textId="77777777" w:rsidR="003C20FC" w:rsidRPr="003C20FC" w:rsidRDefault="003C20FC" w:rsidP="003C20FC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3C20F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SARS-CoV-2/human/USA/OR-CDC-LC0475607/2022, complete genome</w:t>
      </w:r>
    </w:p>
    <w:p w14:paraId="0BC5CECE" w14:textId="77777777" w:rsidR="003C20FC" w:rsidRPr="003C20FC" w:rsidRDefault="003C20FC" w:rsidP="003C20F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C20FC">
        <w:rPr>
          <w:rFonts w:ascii="ＭＳ Ｐゴシック" w:eastAsia="ＭＳ Ｐゴシック" w:hAnsi="ＭＳ Ｐゴシック" w:cs="ＭＳ Ｐゴシック"/>
          <w:kern w:val="0"/>
          <w:sz w:val="24"/>
        </w:rPr>
        <w:t>GenBank: OM343689.1</w:t>
      </w:r>
    </w:p>
    <w:p w14:paraId="3E9B7952" w14:textId="77777777" w:rsidR="003C20FC" w:rsidRPr="003C20FC" w:rsidRDefault="003C20FC" w:rsidP="003C20F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C20F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C20F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"https://www.ncbi.nlm.nih.gov/nuccore/OM343689.1?report=fasta" </w:instrText>
      </w:r>
      <w:r w:rsidRPr="003C20F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C20F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3C20F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3C20F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3C20F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C20F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"https://www.ncbi.nlm.nih.gov/nuccore/OM343689.1?report=graph" </w:instrText>
      </w:r>
      <w:r w:rsidRPr="003C20F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C20F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3C20F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3C20F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343689.1"/>
    <w:bookmarkEnd w:id="1"/>
    <w:p w14:paraId="6D8A1960" w14:textId="77777777" w:rsidR="003C20FC" w:rsidRPr="003C20FC" w:rsidRDefault="003C20FC" w:rsidP="003C20F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C20F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C20F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"https://www.ncbi.nlm.nih.gov/nuccore/OM343689.1" \l "goto2182065252_0" </w:instrText>
      </w:r>
      <w:r w:rsidRPr="003C20F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C20F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3C20F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5FC68D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>LOCUS       OM343689               29686 bp    RNA     linear   VRL 22-JAN-2022</w:t>
      </w:r>
    </w:p>
    <w:p w14:paraId="1F4FE33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6CBA0C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SARS-CoV-2/human/USA/OR-CDC-LC0475607/2022, complete genome.</w:t>
      </w:r>
    </w:p>
    <w:p w14:paraId="5CE39AD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>ACCESSION   OM343689</w:t>
      </w:r>
    </w:p>
    <w:p w14:paraId="22B79B1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>VERSION     OM343689.1</w:t>
      </w:r>
    </w:p>
    <w:p w14:paraId="78C6C18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BFAA2D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"https://www.ncbi.nlm.nih.gov/biosample/SAMN25170161"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SAMN25170161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94613C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7072AFD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AD1659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E32FD3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529ED9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48CB14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47A524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29686)</w:t>
      </w:r>
    </w:p>
    <w:p w14:paraId="03B2507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AC4EE2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FF1CFC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1ABCA4F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5212516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23C8DD6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6BE309E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0000511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2734B02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2B56DA9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3E0C448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77AE6E1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79C29A9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39B2314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041A671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03F08F9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EC1E90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29686)</w:t>
      </w:r>
    </w:p>
    <w:p w14:paraId="3015827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AUTHORS   Howard,D., Batra,D., Cook,P.W., Caravas,J., Rambo-Martin,B.,</w:t>
      </w:r>
    </w:p>
    <w:p w14:paraId="443AEFA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4091DD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0CCA3C6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457B6AC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2ABCDCD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2A71F27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706E789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59154B1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20EF86F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20191C4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7E5F91C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3367ACD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2B5FC85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1495AFF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D8B471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(22-JAN-2022) Respiratory Viruses Branch, Division of</w:t>
      </w:r>
    </w:p>
    <w:p w14:paraId="7333A42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1F2C979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0CBFB98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343689.1"/>
      <w:bookmarkEnd w:id="2"/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23DECD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0CB43B7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795B118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5BBA60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343689.1"/>
      <w:bookmarkEnd w:id="3"/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ADD59D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1..29686</w:t>
      </w:r>
    </w:p>
    <w:p w14:paraId="18CCA49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DD3D94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34436A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AF0F92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/isolate="SARS-CoV-2/human/USA/OR-CDC-LC0475607/2022"</w:t>
      </w:r>
    </w:p>
    <w:p w14:paraId="7992791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033C959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6429B4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4C47E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Oregon"</w:t>
      </w:r>
    </w:p>
    <w:p w14:paraId="7D6ED6C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/collection_date="2022-01-04"</w:t>
      </w:r>
    </w:p>
    <w:p w14:paraId="2032B88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"https://www.ncbi.nlm.nih.gov/nuccore/OM343689.1?from=164&amp;to=21441"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164..21441</w:t>
      </w:r>
    </w:p>
    <w:p w14:paraId="54DD24D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DA851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"https://www.ncbi.nlm.nih.gov/nuccore/OM343689.1?location=164:13354,13354:21441"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join(164..13354,13354..21441)</w:t>
      </w:r>
    </w:p>
    <w:p w14:paraId="542FFC3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ECEEA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F8B65F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D46A0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CF4ADE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"https://www.ncbi.nlm.nih.gov/protein/2182065253"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UJK40620.1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C0D14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D28B65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0DE891A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E29AB2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F9718E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2A3692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205D41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4A61E7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3EAB5B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E49C6E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F5F95A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0FE1C7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F95C1A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F3278F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E573AD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378991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4965C3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75CF87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4B5779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0BA1E8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F31AA6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F634CA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F8123B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845385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28E64C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BBCE89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93452A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752F6E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4D6E4E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317EB0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7A02A1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67C415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7E3D09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9C71CB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6A5276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8E506C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54236B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83AFC2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9E92C6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15A48E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FAAE68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A5AE6E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C59945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39CDF0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NPTDQSSYIVDSVTVKNGSIHLYFDKAGQKTYERHSLSHFVNLDNLRANNTKGSLPIN</w:t>
      </w:r>
    </w:p>
    <w:p w14:paraId="2425722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B981A4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534074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8081C9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A3C9E1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28AF4F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7E54CB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2BC511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D80702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35C090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CD2F82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485F8B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2A4099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A1159D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6AFB75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E1852B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62A7B2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6C3F30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64FBF5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C6C5E5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46C4BD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9A5F98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F619C8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EBE0E7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C3E43B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BB7FAB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C1A7D1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F3E058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966864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D3A05C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5FD18D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9AE864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7626F5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657429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CA3563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12FDD1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440A18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E81956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C4D76B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2CF622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8F65E8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2E95E08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AYTKRNVIPTITQMNLKYAISAKNRARTVAGVSICSTMTNRQFHQKLLKSIAATRGAT</w:t>
      </w:r>
    </w:p>
    <w:p w14:paraId="46D443D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83B2E9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176A25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F3E640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7914A8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BE4BDA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14BF09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95939D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F0D431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AD418C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5C69BE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F58979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4BC09B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CCDA28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7E1B25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884B45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7608230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135D70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9872CF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1D5D30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30CB93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A29288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8047E7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F74504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5C38A4B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413A9C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164A14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C8B781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D8B8BC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D7F6E0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CAD2BB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A73845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CA7FA0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32FE03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EBA947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6DEB9A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985117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0FBB4E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"https://www.ncbi.nlm.nih.gov/protein/UJK40620.1?from=1&amp;to=180"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164..703</w:t>
      </w:r>
    </w:p>
    <w:p w14:paraId="135713D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A14C3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CF4BDE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"https://www.ncbi.nlm.nih.gov/protein/UJK40620.1?from=181&amp;to=818"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704..2617</w:t>
      </w:r>
    </w:p>
    <w:p w14:paraId="3426396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975399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12F953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"https://www.ncbi.nlm.nih.gov/protein/UJK40620.1?from=819&amp;to=2762"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2618..8449</w:t>
      </w:r>
    </w:p>
    <w:p w14:paraId="797C821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97E37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5FEBCD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"https://www.ncbi.nlm.nih.gov/protein/UJK40620.1?from=2763&amp;to=3262"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8450..9949</w:t>
      </w:r>
    </w:p>
    <w:p w14:paraId="089ECE0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51F70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67E61E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"https://www.ncbi.nlm.nih.gov/protein/UJK40620.1?from=3263&amp;to=3568"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9950..10867</w:t>
      </w:r>
    </w:p>
    <w:p w14:paraId="097F4BD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8C436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70396C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"https://www.ncbi.nlm.nih.gov/protein/UJK40620.1?from=3569&amp;to=3855"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10868..11728</w:t>
      </w:r>
    </w:p>
    <w:p w14:paraId="0FBBEC3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62D6D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5D911E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"https://www.ncbi.nlm.nih.gov/protein/UJK40620.1?from=3856&amp;to=3938"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11729..11977</w:t>
      </w:r>
    </w:p>
    <w:p w14:paraId="538FD6C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2F7BA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8A80DC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"https://www.ncbi.nlm.nih.gov/protein/UJK40620.1?from=3939&amp;to=4136"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11978..12571</w:t>
      </w:r>
    </w:p>
    <w:p w14:paraId="7224C5F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CC2DB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F027EF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"https://www.ncbi.nlm.nih.gov/protein/UJK40620.1?from=4137&amp;to=4249"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12572..12910</w:t>
      </w:r>
    </w:p>
    <w:p w14:paraId="5DCD165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DE7D7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581109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"https://www.ncbi.nlm.nih.gov/protein/UJK40620.1?from=4250&amp;to=4388"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12911..13327</w:t>
      </w:r>
    </w:p>
    <w:p w14:paraId="3366EF3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F4C45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F1CF48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"https://www.ncbi.nlm.nih.gov/protein/UJK40620.1?from=4389&amp;to=5320"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join(13328..13354,13354..16122)</w:t>
      </w:r>
    </w:p>
    <w:p w14:paraId="74DDBE5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DC5E5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61BC26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"https://www.ncbi.nlm.nih.gov/protein/UJK40620.1?from=5321&amp;to=5921"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16123..17925</w:t>
      </w:r>
    </w:p>
    <w:p w14:paraId="41FE26C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21E0E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4BDE48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"https://www.ncbi.nlm.nih.gov/protein/UJK40620.1?from=5922&amp;to=6448"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17926..19506</w:t>
      </w:r>
    </w:p>
    <w:p w14:paraId="03F3A92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AD7F9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C0544D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"https://www.ncbi.nlm.nih.gov/protein/UJK40620.1?from=6449&amp;to=6794"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19507..20544</w:t>
      </w:r>
    </w:p>
    <w:p w14:paraId="512F86C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5399B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D3C547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"https://www.ncbi.nlm.nih.gov/protein/UJK40620.1?from=6795&amp;to=7092"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20545..21438</w:t>
      </w:r>
    </w:p>
    <w:p w14:paraId="1E80934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9DBF1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FB7A73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"https://www.ncbi.nlm.nih.gov/nuccore/OM343689.1?from=164&amp;to=13369"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164..13369</w:t>
      </w:r>
    </w:p>
    <w:p w14:paraId="53970A7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478C85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A9FD3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C649B8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"https://www.ncbi.nlm.nih.gov/protein/2182065254"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UJK40621.1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B01EE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19E640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471224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33D230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B74F16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05E931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73D44C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483557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D72764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B3100B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1F4AAC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24815F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27E983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DA3465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BCE137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BCE1F0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D8995C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244CB2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431ECA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A51CFC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F9D468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FA7BA8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0ACA9A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AF67F1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D7620A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7D02A7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7F9279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C708CF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4DCDA0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7A48FB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F2A252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EE0934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87DD3A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E2E23A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B1ACA6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DD2F01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05157B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B9E7AD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9DA897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ASMPTTIAKNTVKSVGKFCLEASFNYLKSPNFSKLINIIIWFLLLSVCLGSLIYSTAA</w:t>
      </w:r>
    </w:p>
    <w:p w14:paraId="1FD805C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D62669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30619F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C1E657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527F03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838026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7C092F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1D1EE8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DB7CB9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F0A3BF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6AA6F8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3858C3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5613C0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E49944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7CAC55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902122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F7FDAD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6FBD84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6A5EC8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66F8F6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0DCF0C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70EE3E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1490EC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AC97CB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EC1E20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F08075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20DAF3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208273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DD4B54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43B584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3B5C94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FF842F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22E268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F89856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9CF914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B04CE2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2663A1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6D032F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C41068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"https://www.ncbi.nlm.nih.gov/protein/UJK40621.1?from=1&amp;to=180"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164..703</w:t>
      </w:r>
    </w:p>
    <w:p w14:paraId="55A525C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A6A22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2A8674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"https://www.ncbi.nlm.nih.gov/protein/UJK40621.1?from=181&amp;to=818"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704..2617</w:t>
      </w:r>
    </w:p>
    <w:p w14:paraId="118DBFF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0B408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8B74FE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"https://www.ncbi.nlm.nih.gov/protein/UJK40621.1?from=819&amp;to=2762"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2618..8449</w:t>
      </w:r>
    </w:p>
    <w:p w14:paraId="2B827C4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E7BF8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0ABC6A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"https://www.ncbi.nlm.nih.gov/protein/UJK40621.1?from=2763&amp;to=3262"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8450..9949</w:t>
      </w:r>
    </w:p>
    <w:p w14:paraId="78F002D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AA426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0C2681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"https://www.ncbi.nlm.nih.gov/protein/UJK40621.1?from=3263&amp;to=3568"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9950..10867</w:t>
      </w:r>
    </w:p>
    <w:p w14:paraId="1D214D0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9497E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C943FA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"https://www.ncbi.nlm.nih.gov/protein/UJK40621.1?from=3569&amp;to=3855"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10868..11728</w:t>
      </w:r>
    </w:p>
    <w:p w14:paraId="3E5AAF2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FD471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A9C85B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"https://www.ncbi.nlm.nih.gov/protein/UJK40621.1?from=3856&amp;to=3938"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11729..11977</w:t>
      </w:r>
    </w:p>
    <w:p w14:paraId="31C165F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72657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6AB55C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"https://www.ncbi.nlm.nih.gov/protein/UJK40621.1?from=3939&amp;to=4136"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11978..12571</w:t>
      </w:r>
    </w:p>
    <w:p w14:paraId="660795E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0F99F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D93402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"https://www.ncbi.nlm.nih.gov/protein/UJK40621.1?from=4137&amp;to=4249"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12572..12910</w:t>
      </w:r>
    </w:p>
    <w:p w14:paraId="6511B9D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134F7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3DD34D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"https://www.ncbi.nlm.nih.gov/protein/UJK40621.1?from=4250&amp;to=4388"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12911..13327</w:t>
      </w:r>
    </w:p>
    <w:p w14:paraId="7841126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6C657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07C807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"https://www.ncbi.nlm.nih.gov/protein/UJK40621.1?from=4389&amp;to=4401"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13328..13366</w:t>
      </w:r>
    </w:p>
    <w:p w14:paraId="6359E63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E0DB2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F43B8C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"https://www.ncbi.nlm.nih.gov/nuccore/OM343689.1?from=13362&amp;to=13389"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13362..13389</w:t>
      </w:r>
    </w:p>
    <w:p w14:paraId="1414E68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DC143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600800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C3BBA8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"https://www.ncbi.nlm.nih.gov/nuccore/OM343689.1?from=13374&amp;to=13428"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13374..13428</w:t>
      </w:r>
    </w:p>
    <w:p w14:paraId="0A6E837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B5A4C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F7F989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D0D815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"https://www.ncbi.nlm.nih.gov/nuccore/OM343689.1?from=21449&amp;to=25261"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21449..25261</w:t>
      </w:r>
    </w:p>
    <w:p w14:paraId="5A26DD8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00EAEB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"https://www.ncbi.nlm.nih.gov/nuccore/OM343689.1?from=21449&amp;to=25261"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21449..25261</w:t>
      </w:r>
    </w:p>
    <w:p w14:paraId="6E50537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A9E67D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A02E07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B6975D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"https://www.ncbi.nlm.nih.gov/protein/2182065255"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UJK40622.1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DA9FA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292CC9A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641C82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4A8D6B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C40F93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3A4FC8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B77DF0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FDEVFNATKFASVYAWNRKRISNCVADYSVLYNSAPFFTFKCYGVSPTKLNDLCFTNV</w:t>
      </w:r>
    </w:p>
    <w:p w14:paraId="40B47E5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675FA53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5B53535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6B0978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FB10F7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6AB661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878E8C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1872BB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9A56E1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A7C407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BC106B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72B884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C16DD0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42B722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1C7E73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CFDEBA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446CBE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"https://www.ncbi.nlm.nih.gov/nuccore/OM343689.1?from=25270&amp;to=26097"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25270..26097</w:t>
      </w:r>
    </w:p>
    <w:p w14:paraId="6B09FD8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9508B0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"https://www.ncbi.nlm.nih.gov/nuccore/OM343689.1?from=25270&amp;to=26097"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25270..26097</w:t>
      </w:r>
    </w:p>
    <w:p w14:paraId="21F3253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7E6E74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4348C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04C377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"https://www.ncbi.nlm.nih.gov/protein/2182065256"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UJK40623.1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F9828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D11B09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AB05D2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AF1B7B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622DE6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2BBAC6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"https://www.ncbi.nlm.nih.gov/nuccore/OM343689.1?from=26122&amp;to=26349"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26122..26349</w:t>
      </w:r>
    </w:p>
    <w:p w14:paraId="44D0C23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7B825B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"https://www.ncbi.nlm.nih.gov/nuccore/OM343689.1?from=26122&amp;to=26349"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26122..26349</w:t>
      </w:r>
    </w:p>
    <w:p w14:paraId="0E8C37A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44098E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D3794F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85A8B8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"https://www.ncbi.nlm.nih.gov/protein/2182065257"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UJK40624.1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A815B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F5696A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7DE57D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"https://www.ncbi.nlm.nih.gov/nuccore/OM343689.1?from=26400&amp;to=27068"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26400..27068</w:t>
      </w:r>
    </w:p>
    <w:p w14:paraId="37DC9E6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5B5EAA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"https://www.ncbi.nlm.nih.gov/nuccore/OM343689.1?from=26400&amp;to=27068"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26400..27068</w:t>
      </w:r>
    </w:p>
    <w:p w14:paraId="4EF8C21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83AE4F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6FA8A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4A7153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"https://www.ncbi.nlm.nih.gov/protein/2182065258"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UJK40625.1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E4EDE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188002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97B93D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4E3829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7167CE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4C288C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"https://www.ncbi.nlm.nih.gov/nuccore/OM343689.1?from=27079&amp;to=27264"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27079..27264</w:t>
      </w:r>
    </w:p>
    <w:p w14:paraId="6606127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1FFF0F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"https://www.ncbi.nlm.nih.gov/nuccore/OM343689.1?from=27079&amp;to=27264"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27079..27264</w:t>
      </w:r>
    </w:p>
    <w:p w14:paraId="22CB3BD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9C3B5B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1E3A8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6B8A7E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"https://www.ncbi.nlm.nih.gov/protein/2182065259"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UJK40626.1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0E5F1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362360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9C00B2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"https://www.ncbi.nlm.nih.gov/nuccore/OM343689.1?from=27271&amp;to=27636"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27271..27636</w:t>
      </w:r>
    </w:p>
    <w:p w14:paraId="2779AC9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1DFF92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"https://www.ncbi.nlm.nih.gov/nuccore/OM343689.1?from=27271&amp;to=27636"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27271..27636</w:t>
      </w:r>
    </w:p>
    <w:p w14:paraId="0864FE4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57C498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1DBF6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C45080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"https://www.ncbi.nlm.nih.gov/protein/2182065260"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UJK40627.1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51034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1F805C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303C92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348362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"https://www.ncbi.nlm.nih.gov/nuccore/OM343689.1?from=27633&amp;to=27764"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27633..27764</w:t>
      </w:r>
    </w:p>
    <w:p w14:paraId="145177D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46F438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"https://www.ncbi.nlm.nih.gov/nuccore/OM343689.1?from=27633&amp;to=27764"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27633..27764</w:t>
      </w:r>
    </w:p>
    <w:p w14:paraId="0B7D81E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8EC82A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5D52C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B3D7DC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"https://www.ncbi.nlm.nih.gov/protein/2182065261"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UJK40628.1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0EFAD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6B9986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"https://www.ncbi.nlm.nih.gov/nuccore/OM343689.1?from=27771&amp;to=28136"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27771..28136</w:t>
      </w:r>
    </w:p>
    <w:p w14:paraId="29190EF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15F3E1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"https://www.ncbi.nlm.nih.gov/nuccore/OM343689.1?from=27771&amp;to=28136"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27771..28136</w:t>
      </w:r>
    </w:p>
    <w:p w14:paraId="7DDDF2E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6BDC15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AE426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0372F0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"https://www.ncbi.nlm.nih.gov/protein/2182065262"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UJK40629.1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1515C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3F28B5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AD8DDE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CC6AC0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"https://www.ncbi.nlm.nih.gov/nuccore/OM343689.1?from=28151&amp;to=29401"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28151..29401</w:t>
      </w:r>
    </w:p>
    <w:p w14:paraId="5CC28E1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ED0EFE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"https://www.ncbi.nlm.nih.gov/nuccore/OM343689.1?from=28151&amp;to=29401"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28151..29401</w:t>
      </w:r>
    </w:p>
    <w:p w14:paraId="208F4C1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4665DB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2686D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F0F603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"https://www.ncbi.nlm.nih.gov/protein/2182065263"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UJK40630.1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E9DDD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5F14B9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4EEA83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2B737B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9E05D9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F74217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535568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A4579F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4665F64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"https://www.ncbi.nlm.nih.gov/nuccore/OM343689.1?from=29426&amp;to=29542"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29426..29542</w:t>
      </w:r>
    </w:p>
    <w:p w14:paraId="50A5653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429F3D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"https://www.ncbi.nlm.nih.gov/nuccore/OM343689.1?from=29426&amp;to=29542"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29426..29542</w:t>
      </w:r>
    </w:p>
    <w:p w14:paraId="087D0DD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088157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AC70D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570BBB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"https://www.ncbi.nlm.nih.gov/protein/2182065264"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UJK40631.1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DD773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B33C49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"https://www.ncbi.nlm.nih.gov/nuccore/OM343689.1?from=29477&amp;to=29512"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29477..29512</w:t>
      </w:r>
    </w:p>
    <w:p w14:paraId="7C088FA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F7B83C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07B7D9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"https://www.ncbi.nlm.nih.gov/nuccore/OM343689.1?from=29497&amp;to=29525"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29497..29525</w:t>
      </w:r>
    </w:p>
    <w:p w14:paraId="4C8D5C3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617DF3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CDBC32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"https://www.ncbi.nlm.nih.gov/nuccore/OM343689.1?from=29596&amp;to=29636" </w:instrTex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C20F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29596..29636</w:t>
      </w:r>
    </w:p>
    <w:p w14:paraId="55DBB95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3' stem-loop II-like motif (s2m)"</w:t>
      </w:r>
    </w:p>
    <w:p w14:paraId="6963161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952C95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343689.1"/>
      <w:bookmarkEnd w:id="4"/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ctgcatgctt agtgcactca cgcagtataa ttaataacta attactgtcg ttgacaggac</w:t>
      </w:r>
    </w:p>
    <w:p w14:paraId="1802104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acgagtaact cgtctatctt ctgcaggctg cttacggttt cgtccgtgtt gcagccgatc</w:t>
      </w:r>
    </w:p>
    <w:p w14:paraId="2237443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atcagcacat ctaggttttg tccgggtgtg accgaaaggt aagatggaga gccttgtccc</w:t>
      </w:r>
    </w:p>
    <w:p w14:paraId="3D3FE1D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tggtttcaac gagaaaacac acgtccaact cagtttgcct gttttacagg ttcgcgacgt</w:t>
      </w:r>
    </w:p>
    <w:p w14:paraId="56C6FCD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gctcgtacgt ggctttggag actccgtgga ggaggtctta tcagaggcac gtcaacatct</w:t>
      </w:r>
    </w:p>
    <w:p w14:paraId="2ADED63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taaagatggc acttgtggct tagtagaagt tgaaaaaggc gttttgcctc aacttgaaca</w:t>
      </w:r>
    </w:p>
    <w:p w14:paraId="41CCDD7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gccctatgtg ttcatcaaac gttcggatgc tcgaactgca cctcatggtc atgttatggt</w:t>
      </w:r>
    </w:p>
    <w:p w14:paraId="6B58DDC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tgagctggta gcagaactcg aaggcattca gtacggtcgt agtggtgaga cacttggtgt</w:t>
      </w:r>
    </w:p>
    <w:p w14:paraId="4B40A99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ccttgtccct catgtgggcg aaataccagt ggcttaccgc aaggttcttc ttcgtaagaa</w:t>
      </w:r>
    </w:p>
    <w:p w14:paraId="0AB76D7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cggtaataaa ggagctggtg gccatagtta cggcgccgat ctaaagtcat ttgacttagg</w:t>
      </w:r>
    </w:p>
    <w:p w14:paraId="39EF0CA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cgacgagctt ggcactgatc cttatgaaga ttttcaagaa aactggaaca ctaaacatag</w:t>
      </w:r>
    </w:p>
    <w:p w14:paraId="22C532C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cagtggtgtt acccgtgaac tcatgcgtga gcttaacgga ggggcataca ctcgctatgt</w:t>
      </w:r>
    </w:p>
    <w:p w14:paraId="023969B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cgataacaac ttctgtggcc ctgatggcta ccctcttgag tgcattaaag accttctagc</w:t>
      </w:r>
    </w:p>
    <w:p w14:paraId="6F99432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acgtgctggt aaagcttcat gcactttgtc cgaacaactg gactttattg acactaagag</w:t>
      </w:r>
    </w:p>
    <w:p w14:paraId="65B23FC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gggtgtatac tgctgccgtg aacatgagca tgaaattgct tggtacacgg aacgttctga</w:t>
      </w:r>
    </w:p>
    <w:p w14:paraId="0245BBF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aaagagctat gaattgcaga caccttttga aattaaattg gcaaagaaat ttgacacctt</w:t>
      </w:r>
    </w:p>
    <w:p w14:paraId="4847CFB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caatggggaa tgtccaaatt ttgtatttcc cttaaattcc ataatcaaga ctattcaacc</w:t>
      </w:r>
    </w:p>
    <w:p w14:paraId="05F7633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aagggttgaa aagaaaaagc ttgatggctt tatgggtaga attcgatctg tctatccagt</w:t>
      </w:r>
    </w:p>
    <w:p w14:paraId="7EA5078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tgcgtcacca aatgaatgca accaaatgtg cctttcaact ctcatgaagt gtgatcattg</w:t>
      </w:r>
    </w:p>
    <w:p w14:paraId="1C1E666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tggtgaaact tcatggcaga cgggcgattt tgttaaagcc acttgcgaat tttgtggcac</w:t>
      </w:r>
    </w:p>
    <w:p w14:paraId="554BB5F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tgagaatttg actaaagaag gtgccactac ttgtggttac ttaccccaaa atgctgttgt</w:t>
      </w:r>
    </w:p>
    <w:p w14:paraId="5490AD2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taaaatttat tgtccagcat gtcacaattc agaagtagga cctgagcata gtcttgccga</w:t>
      </w:r>
    </w:p>
    <w:p w14:paraId="4D509F7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ataccataat gaatctggct tgaaaaccat tcttcgtaag ggtggtcgca ctattgcctt</w:t>
      </w:r>
    </w:p>
    <w:p w14:paraId="2903803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tggaggctgt gtgttctctt atgttggttg ccataacaag tgtgcctatt gggttccacg</w:t>
      </w:r>
    </w:p>
    <w:p w14:paraId="06597BF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tgctagcgct aacataggtt gtaaccatac aggtgttgtt ggagaaggtt ccgaaggtct</w:t>
      </w:r>
    </w:p>
    <w:p w14:paraId="31F68ED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taatgacaac cttcttgaaa tactccaaaa agagaaagtc aacatcaata ttgttggtga</w:t>
      </w:r>
    </w:p>
    <w:p w14:paraId="5AD2F0E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ctttaaactt aatgaagaga tcgccattat tttggcatct ttttctgctt ccacaagtgc</w:t>
      </w:r>
    </w:p>
    <w:p w14:paraId="6971829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ttttgtggaa actgtgaaag gtttggatta taaagcattc aaacaaattg ttgaatcctg</w:t>
      </w:r>
    </w:p>
    <w:p w14:paraId="42ACF56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tggtaatttt aaagttacaa aaggaaaagc taaaaaaggt gcctggaata ttggtgaaca</w:t>
      </w:r>
    </w:p>
    <w:p w14:paraId="004EB8D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gaaatcaata ctgagtcctc tttatgcatt tgcatcagag gctgctcgtg ttgtacgatc</w:t>
      </w:r>
    </w:p>
    <w:p w14:paraId="671532A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aattttctcc cgcactcttg aaactgctca aaattctgtg cgtgttttac agaaggccgc</w:t>
      </w:r>
    </w:p>
    <w:p w14:paraId="3345B6E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tataacaata ctagatggaa tttcacagta ttcactgaga ctcattgatg ctatgatgtt</w:t>
      </w:r>
    </w:p>
    <w:p w14:paraId="148733B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cacatctgat ttggctacta acaatctagt tgtaatggcc tacattacag gtggtgttgt</w:t>
      </w:r>
    </w:p>
    <w:p w14:paraId="21D7748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tcagttgact tcgcagtggc taactaacat ctttggcact gtttatgaaa aactcaaacc</w:t>
      </w:r>
    </w:p>
    <w:p w14:paraId="619E4DB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cgtccttgat tggcttgaag agaagtttaa ggaaggtgta gagtttctta gagacggttg</w:t>
      </w:r>
    </w:p>
    <w:p w14:paraId="111823D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ggaaattgtt aaatttatct caacctgtgc ttgtgaaatt gtcggtggac aaattgtcac</w:t>
      </w:r>
    </w:p>
    <w:p w14:paraId="66230DE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ctgtgcaaag gaaattaagg agagtgttca gacattcttt aagcttgtaa ataaattttt</w:t>
      </w:r>
    </w:p>
    <w:p w14:paraId="69DA006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ggctttgtgt gctgactcta tcattattgg tggagctaaa cttaaagcct tgaatttagg</w:t>
      </w:r>
    </w:p>
    <w:p w14:paraId="6B4D8DC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tgaaacattt gtcacgcact caaagggatt gtacagaaag tgtgttaaat ccagagaaga</w:t>
      </w:r>
    </w:p>
    <w:p w14:paraId="19453E3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aactggccta ctcatgcctc taaaagctcc aaaagaaatt atcttcttag agggagaaac</w:t>
      </w:r>
    </w:p>
    <w:p w14:paraId="1070E14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2401 acttcccaca gaagtgttaa cagaggaagt tgtcttgaaa actggtgatt tacaaccatt</w:t>
      </w:r>
    </w:p>
    <w:p w14:paraId="557E5E9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agaacaacct actagtgaag ctgttgaagc tccattggtt ggtacaccag tttgtattaa</w:t>
      </w:r>
    </w:p>
    <w:p w14:paraId="6BFEC65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cgggcttatg ttgctcgaaa tcaaagacac agaaaagtac tgtgcccttg cacctaatat</w:t>
      </w:r>
    </w:p>
    <w:p w14:paraId="280C573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gatggtaaca aacaatacct tcacactcaa aggcggtgca ccaacaaagg ttacttttgg</w:t>
      </w:r>
    </w:p>
    <w:p w14:paraId="7C79CD3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tgatgacact gtgatagaag tgcaaggtta caagagtgtg aatatcactt ttgaacttga</w:t>
      </w:r>
    </w:p>
    <w:p w14:paraId="67C3803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tgaaaggatt gataaagtac ttaatgagag gtgctctgcc tatacagttg aactcggtac</w:t>
      </w:r>
    </w:p>
    <w:p w14:paraId="521A9CE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agaagtaaat gagttcgcct gtgttgtggc agatgctgtc ataaaaactt tgcaaccagt</w:t>
      </w:r>
    </w:p>
    <w:p w14:paraId="62029C2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atctgaatta cttacaccac tgggcattga tttagatgag tggagtatgg ctacatacta</w:t>
      </w:r>
    </w:p>
    <w:p w14:paraId="192DEB5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cttatttgat gagtctggtg agtttaaatt ggcttcacat atgtattgtt ctttttaccc</w:t>
      </w:r>
    </w:p>
    <w:p w14:paraId="11A9907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tccagatgag gatgaagaag aaggtgattg tgaagaagaa gagtttgagc catcaactca</w:t>
      </w:r>
    </w:p>
    <w:p w14:paraId="3118F43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atatgagtat ggtactgaag atgattacca aggtaaacct ttggaatttg gtgccacttc</w:t>
      </w:r>
    </w:p>
    <w:p w14:paraId="255E800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tgctgctctt caacctgaag aagagcaaga agaagattgg ttagatgatg atagtcaaca</w:t>
      </w:r>
    </w:p>
    <w:p w14:paraId="3563864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aactgttggt caacaagacg gcagtgagga caatcagaca actactattc aaacaattgt</w:t>
      </w:r>
    </w:p>
    <w:p w14:paraId="46225E6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tgaggttcaa cctcaattag agatggaact tacaccagtt gttcagacta ttgaagtgaa</w:t>
      </w:r>
    </w:p>
    <w:p w14:paraId="2F8C79C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tagttttagt ggttatttaa aacttactga caatgtatac attaaaaatg cagacattgt</w:t>
      </w:r>
    </w:p>
    <w:p w14:paraId="3B27768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ggaagaagct aaaaaggtaa aaccaacagt ggttgttaat gcagccaatg tttaccttaa</w:t>
      </w:r>
    </w:p>
    <w:p w14:paraId="73FB8A6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acatggagga ggtgttgcag gagccttaaa taaggctact aacaatgcca tgcaagttga</w:t>
      </w:r>
    </w:p>
    <w:p w14:paraId="13F8D44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atctgatgat tacatagcta ctaatggacc acttaaagtg ggtggtagtt gtgttttaag</w:t>
      </w:r>
    </w:p>
    <w:p w14:paraId="4BF4793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cggacacaat cttgctaaac actgtcttca tgttgtcggc ccaaatgtta acaaaggtga</w:t>
      </w:r>
    </w:p>
    <w:p w14:paraId="7CDC040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agacattcaa cttcttaaga gtgcttatga aaattttaat cagcacgaag ttctacttgc</w:t>
      </w:r>
    </w:p>
    <w:p w14:paraId="1F929B5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accattatta tcagctggta tttttggtgc tgaccctata cattctttaa gagtttgtgt</w:t>
      </w:r>
    </w:p>
    <w:p w14:paraId="565D3D2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agatactgtt cgcacaaatg tctacttagc tgtctttgat aaaaatctct atgacaaact</w:t>
      </w:r>
    </w:p>
    <w:p w14:paraId="51FEF87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tgtttcaagc tttttggaaa tgaagagtga aaagcaagtt gaacaaaaga tcgctgagat</w:t>
      </w:r>
    </w:p>
    <w:p w14:paraId="3D90145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tcctaaagag gaagttaagc catttataac tgaaagtaaa ccttcagttg aacagagaaa</w:t>
      </w:r>
    </w:p>
    <w:p w14:paraId="5B698FF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acaagatgat aagaaaatca aagcttgtgt tgaagaagtt acaacaactc tggaagaaac</w:t>
      </w:r>
    </w:p>
    <w:p w14:paraId="7BC4FDA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taagttcctc acagaaaact tgttacttta tattgacatt aatggcaatc ttcatccaga</w:t>
      </w:r>
    </w:p>
    <w:p w14:paraId="4F44B4D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ttctgccact cttgttagtg acattgacat cactttctta aagaaagatg ctccatatat</w:t>
      </w:r>
    </w:p>
    <w:p w14:paraId="19DB1BB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agtgggtgat gttgttcaag agggtgtttt aactgctgtg gttataccta ctaaaaaggc</w:t>
      </w:r>
    </w:p>
    <w:p w14:paraId="05C1F88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tggtggcact actgaaatgc tagcgaaagc tttgagaaaa gtgccaacag acaattatat</w:t>
      </w:r>
    </w:p>
    <w:p w14:paraId="7D67C80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aaccacttac ccgggtcagg gtttaaatgg ttacactgta gaggaggcaa agacagtgct</w:t>
      </w:r>
    </w:p>
    <w:p w14:paraId="117199D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taaaaagtgt aaaagtgcct tttacattct accatctatt atctctaatg agaagcaaga</w:t>
      </w:r>
    </w:p>
    <w:p w14:paraId="4E27E37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aattcttgga actgtttctt ggaatttgcg agaaatgctt gcacatgcag aagaaacacg</w:t>
      </w:r>
    </w:p>
    <w:p w14:paraId="6B4EFB1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caaattaatg cctgtctgtg tggaaactaa agccatagtt tcaactatac agcgtaaata</w:t>
      </w:r>
    </w:p>
    <w:p w14:paraId="5003828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taagggtatt aaaatacaag agggtgtggt tgattatggt gctagatttt acttttacac</w:t>
      </w:r>
    </w:p>
    <w:p w14:paraId="31B3B23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cagtaaaaca actgtagcgt cacttatcaa cacacttaac gatctaaatg aaactcttgt</w:t>
      </w:r>
    </w:p>
    <w:p w14:paraId="55C99A4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tacaatgcca cttggctatg taacacatgg cttaaatttg gaagaagctg ctcggtatat</w:t>
      </w:r>
    </w:p>
    <w:p w14:paraId="3230D15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gagatctctc aaagtgccag ctacagtttc tgtttcttca cctgatgctg ttacagcgta</w:t>
      </w:r>
    </w:p>
    <w:p w14:paraId="15DBC2E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taatggttat cttacttctt cttctaaaac acctgaagaa cattttattg aaaccatctc</w:t>
      </w:r>
    </w:p>
    <w:p w14:paraId="2AD02E7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acttgctggt tcctataaag attggtccta ttctggacaa tctacacaac taggtataga</w:t>
      </w:r>
    </w:p>
    <w:p w14:paraId="0F94822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atttcttaag agaggtgata aaagtgtata ttacactagt aatcctacca cattccacct</w:t>
      </w:r>
    </w:p>
    <w:p w14:paraId="4F52A92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agatggtgaa gttatcacct ttgacaatct taagacactt ctttctttga gagaagtgag</w:t>
      </w:r>
    </w:p>
    <w:p w14:paraId="312F13F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gactattaag gtgtttacaa cagtagacaa cattaacctc cacacgcaag ttgtggacat</w:t>
      </w:r>
    </w:p>
    <w:p w14:paraId="761E587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4921 gtcaatgaca tatggacaac agtttggtcc aacttatttg gatggagctg atgttactaa</w:t>
      </w:r>
    </w:p>
    <w:p w14:paraId="0535276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aataaaacct cataattcac atgaaggtaa aacattttat gttttaccta atgatgacac</w:t>
      </w:r>
    </w:p>
    <w:p w14:paraId="633631A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tctacgtgtt gaggcttttg agtactacca cacaactgat cctagttttc tgggtaggta</w:t>
      </w:r>
    </w:p>
    <w:p w14:paraId="311C92B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catgtcagca ttaaatcaca ctaaaaagtg gaaataccca caagttaatg gtttaacttc</w:t>
      </w:r>
    </w:p>
    <w:p w14:paraId="30353A4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tattaaatgg gcagataaca actgttatct tgccactgca ttgttaacac tccaacaaat</w:t>
      </w:r>
    </w:p>
    <w:p w14:paraId="050A117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agagttgaag tttaatccac ctgctctaca agatgcttat tacagagcaa gggctggtga</w:t>
      </w:r>
    </w:p>
    <w:p w14:paraId="6E4D8B6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agcggctaac ttttgtgcac ttatcttagc ctactgtaat aagacagtag gtgagttagg</w:t>
      </w:r>
    </w:p>
    <w:p w14:paraId="2FE9C19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tgatgttaga gaaacaatga gttacttgtt tcaacatgcc aatttagatt cttgcaaaag</w:t>
      </w:r>
    </w:p>
    <w:p w14:paraId="35B4894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agtcttgaac gtggtgtgta aaacttgtgg acaacagcag acaaccctta agggtgtaga</w:t>
      </w:r>
    </w:p>
    <w:p w14:paraId="6A04722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agctgttatg tacatgggca cactttctta tgaacaattt aagaaaggtg ttcagatacc</w:t>
      </w:r>
    </w:p>
    <w:p w14:paraId="479CA6A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ttgtacgtgt ggtaaacaag ctacaaaata tctagtacaa caggagtcac cttttgttat</w:t>
      </w:r>
    </w:p>
    <w:p w14:paraId="5FB11B2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gatgtcagca ccacctgctc agtatgaact taagcatggt acatttactt gtgctagtga</w:t>
      </w:r>
    </w:p>
    <w:p w14:paraId="286B3E2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gtacactggt aattaccagt gtggtcacta taaacatata acttctaaag aaactttgta</w:t>
      </w:r>
    </w:p>
    <w:p w14:paraId="353CEEC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ttgcatagac ggtgctttac ttacaaagtc ctcagaatac aaaggtccta ttacggatgt</w:t>
      </w:r>
    </w:p>
    <w:p w14:paraId="7DA05AF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tttctacaaa gaaaacagtt acacaacaac cataaaacca gttacttata aattggatgg</w:t>
      </w:r>
    </w:p>
    <w:p w14:paraId="0BCEDBC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tgttgtttgt acagaaattg accctaagtt ggacaattat tataagaaag acaattctta</w:t>
      </w:r>
    </w:p>
    <w:p w14:paraId="19D2023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tttcacagag caaccaattg atcttgtacc aaaccaacca tatccaaacg caagcttcga</w:t>
      </w:r>
    </w:p>
    <w:p w14:paraId="28AABB5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taattttaag tttgtatgtg ataatatcaa atttgctgat gatttaaacc agttaactgg</w:t>
      </w:r>
    </w:p>
    <w:p w14:paraId="38E0B7A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ttataagaaa cctgcttcaa gagagcttaa agttacattt ttccctgact taaatggtga</w:t>
      </w:r>
    </w:p>
    <w:p w14:paraId="1FF2D92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tgtggtggct attgattata aacactacac accctctttt aagaaaggag ctaaattgtt</w:t>
      </w:r>
    </w:p>
    <w:p w14:paraId="4281E30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acataaacct attgtttggc atgttaacaa tgcaactaat aaagccacgt ataaaccaaa</w:t>
      </w:r>
    </w:p>
    <w:p w14:paraId="0BEF0A9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tacctggtgt atacgttgtc tttggagcac aaaaccagtt gaaacatcaa attcgtttga</w:t>
      </w:r>
    </w:p>
    <w:p w14:paraId="6C75F92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tgtactgaag tcagaggacg cgcagggaat ggataatctt gcctgcgaag atctaaaacc</w:t>
      </w:r>
    </w:p>
    <w:p w14:paraId="04E527A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agtctctgaa gaagtagtgg aaaatcctac catacagaaa gacgttcttg agtgtaatgt</w:t>
      </w:r>
    </w:p>
    <w:p w14:paraId="662E6E7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gaaaactacc gaagttgtag gagacattat acttaaacca gcaaataata taaaaattac</w:t>
      </w:r>
    </w:p>
    <w:p w14:paraId="1E505AF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agaagaggtt ggccacacag atctaatggc tgcttatgta gacaattcta gtcttactat</w:t>
      </w:r>
    </w:p>
    <w:p w14:paraId="0BBE951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taagaaacct aatgaattat ctagagtatt aggtttgaaa acccttgcta ctcatggttt</w:t>
      </w:r>
    </w:p>
    <w:p w14:paraId="296B5C2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agctgctgtt aatagtgtcc cttgggatac tatagctaat tatgctaagc cttttcttaa</w:t>
      </w:r>
    </w:p>
    <w:p w14:paraId="16BAAC6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caaagttgtt agtacaacta ctaacatagt tacacggtgt ttaaaccgtg tttgtactaa</w:t>
      </w:r>
    </w:p>
    <w:p w14:paraId="1275487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ttatatgcct tatttcttta ctttattgct acaattgtgt acttttacta gaagtacaaa</w:t>
      </w:r>
    </w:p>
    <w:p w14:paraId="3869843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ttctagaatt aaagcatcta tgccgactac tatagcaaag aatactgtta agagtgtcgg</w:t>
      </w:r>
    </w:p>
    <w:p w14:paraId="43016E3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taaattttgt ctagaggctt catttaatta tttgaagtca cctaattttt ctaaactgat</w:t>
      </w:r>
    </w:p>
    <w:p w14:paraId="28EF38E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aaatattata atttggtttt tactattaag tgtttgccta ggttctttaa tctactcaac</w:t>
      </w:r>
    </w:p>
    <w:p w14:paraId="7C67FEB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cgctgcttta ggtgttttaa tgtctaattt aggcatgcct tcttactgta ctggttacag</w:t>
      </w:r>
    </w:p>
    <w:p w14:paraId="3CA2AC4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agaaggctat ttgaactcta ctaatgtcac tattgcaacc tactgtactg gttctatacc</w:t>
      </w:r>
    </w:p>
    <w:p w14:paraId="47B83A3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ttgtagtgtt tgtcttagtg gtttagattc tttagacacc tatccttctt tagaaactat</w:t>
      </w:r>
    </w:p>
    <w:p w14:paraId="019E5E0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acaaattacc atttcatctt ttaaatggga tttaactgct tttggcttag ttgcagagtg</w:t>
      </w:r>
    </w:p>
    <w:p w14:paraId="338AB4D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gtttttggca tatattcttt tcactaggtt tttctatgta cttggattgg ctgcaatcat</w:t>
      </w:r>
    </w:p>
    <w:p w14:paraId="6B47BA8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gcaattgttt ttcagctatt ttgcagtaca ttttattagt aattcttggc ttatgtggtt</w:t>
      </w:r>
    </w:p>
    <w:p w14:paraId="39CC858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aataattaat cttgtacaaa tggccccgat ttcagctatg gttagaatgt acatcttctt</w:t>
      </w:r>
    </w:p>
    <w:p w14:paraId="762B8D9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tgcatcattt tattatgtat ggaaaagtta tgtgcatgtt gtagacggtt gtaattcatc</w:t>
      </w:r>
    </w:p>
    <w:p w14:paraId="7FE3DC3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aacttgtatg atgtgttaca aacgtaatag agcaacaaga gtcgaatgta caactattgt</w:t>
      </w:r>
    </w:p>
    <w:p w14:paraId="63849F5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7441 taatggtgtt agaaggtcct tttatgtcta tgctaatgga ggtaaaggct tttgcaaact</w:t>
      </w:r>
    </w:p>
    <w:p w14:paraId="71E2D48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acacaattgg aattgtgtta attgtgatac attctgtgct ggtagtacat ttattagtga</w:t>
      </w:r>
    </w:p>
    <w:p w14:paraId="26012BA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tgaagttgcg agagacttgt cactacagtt taaaagacca ataaatccta ctgaccagtc</w:t>
      </w:r>
    </w:p>
    <w:p w14:paraId="15F42DB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ttcttacatc gttgatagtg ttacagtgaa gaatggttcc atccatcttt actttgataa</w:t>
      </w:r>
    </w:p>
    <w:p w14:paraId="53897D1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agctggtcaa aagacttatg aaagacattc tctctctcat tttgttaact tagacaacct</w:t>
      </w:r>
    </w:p>
    <w:p w14:paraId="5C91F35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gagagctaat aacactaaag gttcattgcc tattaatgtt atagtttttg atggtaaatc</w:t>
      </w:r>
    </w:p>
    <w:p w14:paraId="66312BB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aaaatgtgaa gaatcatctg caaaatcagc gtctgtttac tacagtcagc ttatgtgtca</w:t>
      </w:r>
    </w:p>
    <w:p w14:paraId="076706E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acctatactg ttactagatc aggcattagt gtctgatgtt ggtgatagtg cggaagttgc</w:t>
      </w:r>
    </w:p>
    <w:p w14:paraId="1680128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agttaaaatg tttgatgctt acgttaatac gttttcatca acttttaacg taccaatgga</w:t>
      </w:r>
    </w:p>
    <w:p w14:paraId="4A53734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aaaactcaaa acactagttg caactgcaga agctgaactt gcaaagaatg tgtccttaga</w:t>
      </w:r>
    </w:p>
    <w:p w14:paraId="7E7A210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caatgtctta tctactttta tttcagcagc tcggcaaggg tttgttgatt cagatgtaga</w:t>
      </w:r>
    </w:p>
    <w:p w14:paraId="2E5269F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aactaaagat gttgttgaat gtcttaaatt gtcacatcaa tctgacatag aagttactgg</w:t>
      </w:r>
    </w:p>
    <w:p w14:paraId="2AB7901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cgatagttgt aataactata tgctcaccta taacaaagtt gaaaacatga caccccgtga</w:t>
      </w:r>
    </w:p>
    <w:p w14:paraId="5F1F325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ccttggtgct tgtattgact gtagtgcgcg tcatattaat gcgcaggtag caaaaagtca</w:t>
      </w:r>
    </w:p>
    <w:p w14:paraId="4ADA529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caacattact ttgatatgga acgttaaaga tttcatgtca ttgtctgaac aactacgaaa</w:t>
      </w:r>
    </w:p>
    <w:p w14:paraId="349EA2A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acaaatacgt agtgctgcta aaaagaataa cttacctttt aagttgacat gtgcaactac</w:t>
      </w:r>
    </w:p>
    <w:p w14:paraId="44D1AA1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tagacaagtt gttaatgttg taacaacaaa gatagcactt aagggtggta aaattgttaa</w:t>
      </w:r>
    </w:p>
    <w:p w14:paraId="3A76352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taattggttg aagcagttaa ttaaagttac acttgtgttc ctttttgttg ctgctatttt</w:t>
      </w:r>
    </w:p>
    <w:p w14:paraId="63E0FC7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ctatttaata acacctgttc atgtcatgtc taaacatact gacttttcaa gtgaaatcat</w:t>
      </w:r>
    </w:p>
    <w:p w14:paraId="49434EE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aggatacaag gctattgatg gtggtgtcac tcgtgacata gcatctacag atacttgttt</w:t>
      </w:r>
    </w:p>
    <w:p w14:paraId="3635F72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tgctaacaaa catgctgatt ttgacacatg gtttagccag cgtggtggta gttatactaa</w:t>
      </w:r>
    </w:p>
    <w:p w14:paraId="4F57CF8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tgacaaagct tgcccattga ttgctgcagt cataacaaga gaagtgggtt ttgtcgtgcc</w:t>
      </w:r>
    </w:p>
    <w:p w14:paraId="76C1AD5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tggtttgcct ggcacgatat tacgcacaac taatggtgac tttttgcatt tcttacctag</w:t>
      </w:r>
    </w:p>
    <w:p w14:paraId="7F238BA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agtttttagt gcagttggta acatctgtta cacaccatca aaacttatag agtacactga</w:t>
      </w:r>
    </w:p>
    <w:p w14:paraId="11B1E74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ctttgcaaca tcagcttgtg ttttggctgc tgaatgtaca atttttaaag atgcttctgg</w:t>
      </w:r>
    </w:p>
    <w:p w14:paraId="710265A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taagccagta ccatattgtt atgataccaa tgtactagaa ggttctgttg cttatgaaag</w:t>
      </w:r>
    </w:p>
    <w:p w14:paraId="0401E5B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tttacgccct gacacacgtt atgtgctcat ggatggctct attattcaat ttcctaacac</w:t>
      </w:r>
    </w:p>
    <w:p w14:paraId="57D5C29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ctaccttgaa ggttctgtta gagtggtaac aacttttgat tctgagtact gtaggcacgg</w:t>
      </w:r>
    </w:p>
    <w:p w14:paraId="3E970E6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cacttgtgaa agatcagaag ctggtgtttg tgtatctact agtggtagat gggtacttaa</w:t>
      </w:r>
    </w:p>
    <w:p w14:paraId="441015F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caatgattat tacagatctt taccaggagt tttctgtggt gtagatgctg taaatttact</w:t>
      </w:r>
    </w:p>
    <w:p w14:paraId="3827F72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tactaatatg tttacaccac taattcaacc tattggtgct ttggacatat cagcatctat</w:t>
      </w:r>
    </w:p>
    <w:p w14:paraId="7040889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agtagctggt ggtattgtag ctatcgtagt aacatgcctt gcctactatt ttatgaggtt</w:t>
      </w:r>
    </w:p>
    <w:p w14:paraId="76C6419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tagaagagct tttggtgaat acagtcatgt agttgccttt aatactttac tattccttat</w:t>
      </w:r>
    </w:p>
    <w:p w14:paraId="2ECEDAD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gtcattcact gtactctgtt taacaccagt ttactcattc ttacctggtg tttattctgt</w:t>
      </w:r>
    </w:p>
    <w:p w14:paraId="50AEC26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tatttacttg tacttgacat tttatcttac taatgatgtt tcttttttag cacatattca</w:t>
      </w:r>
    </w:p>
    <w:p w14:paraId="5B65924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gtggatggtt atgttcacac ctttagtacc tttctggata acaattgctt atatcatttg</w:t>
      </w:r>
    </w:p>
    <w:p w14:paraId="62A9C75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tatttccaca aagcatttct attggttctt tagtaattac ctaaagagac gtgtagtctt</w:t>
      </w:r>
    </w:p>
    <w:p w14:paraId="2650759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taatggtgtt tcctttagta cttttgaaga agctgcgctg tgcacctttt tgttaaataa</w:t>
      </w:r>
    </w:p>
    <w:p w14:paraId="77BC3C2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agaaatgtat ctaaagttgc gtagtgatgt gctattacct cttacgcaat ataatagata</w:t>
      </w:r>
    </w:p>
    <w:p w14:paraId="0B5BBE1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cttagctctt tataataagt acaagtattt tagtggagca atggatacaa ctagctacag</w:t>
      </w:r>
    </w:p>
    <w:p w14:paraId="59994FC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agaagctgct tgttgtcatc tcgcaaaggc tctcaatgac ttcagtaact caggttctga</w:t>
      </w:r>
    </w:p>
    <w:p w14:paraId="6995643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tgttctttac caaccaccac aaatctctat cacctcagct gttttgcaga gtggttttag</w:t>
      </w:r>
    </w:p>
    <w:p w14:paraId="2331BE2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9961 aaaaatggca ttcccatctg gtaaagttga gggttgtatg gtacaagtaa cttgtggtac</w:t>
      </w:r>
    </w:p>
    <w:p w14:paraId="465814B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aactacactt aacggtcttt ggcttgatga cgtagtttac tgtccaagac atgtgatctg</w:t>
      </w:r>
    </w:p>
    <w:p w14:paraId="3C20703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cacctctgaa gacatgctta accctaatta tgaagattta ctcattcgta agtctaatca</w:t>
      </w:r>
    </w:p>
    <w:p w14:paraId="437D30B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taatttcttg gtacaggctg gtaatgttca actcagggtt attggacatt ctatgcaaaa</w:t>
      </w:r>
    </w:p>
    <w:p w14:paraId="34C1B9D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ttgtgtactt aagcttaagg ttgatacagc caatcctaag acacctaagt ataagtttgt</w:t>
      </w:r>
    </w:p>
    <w:p w14:paraId="07022D4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tcgcattcaa ccaggacaga ctttttcagt gttagcttgt tacaatggtt caccatctgg</w:t>
      </w:r>
    </w:p>
    <w:p w14:paraId="799049B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tgtttaccaa tgtgctatga ggcacaattt cactattaag ggttcattcc ttaatggttc</w:t>
      </w:r>
    </w:p>
    <w:p w14:paraId="2F690FE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atgtggtagt gttggtttta acatagatta tgactgtgtc tctttttgtt acatgcacca</w:t>
      </w:r>
    </w:p>
    <w:p w14:paraId="6C93044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tatggaatta ccaactggag ttcatgctgg cacagactta gaaggtaact tttatggacc</w:t>
      </w:r>
    </w:p>
    <w:p w14:paraId="5F17F3F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ttttgttgac aggcaaacag cacaagcagc tggtacggac acaactatta cagttaatgt</w:t>
      </w:r>
    </w:p>
    <w:p w14:paraId="34F6C1A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tttagcttgg ttgtacgctg ctgttataaa tggagacagg tggtttctca atcgatttac</w:t>
      </w:r>
    </w:p>
    <w:p w14:paraId="7970716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cacaactctt aatgacttta accttgtggc tatgaagtac aattatgaac ctctaacaca</w:t>
      </w:r>
    </w:p>
    <w:p w14:paraId="69BC0DD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agaccatgtt gacatactag gacctctttc tgctcaaact ggaattgccg ttttagatat</w:t>
      </w:r>
    </w:p>
    <w:p w14:paraId="6E6B76D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gtgtgcttca ttaaaagaat tactgcaaaa tggtatgaat ggacgtacca tattgggtag</w:t>
      </w:r>
    </w:p>
    <w:p w14:paraId="2BBC48B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tgctttatta gaagatgaat ttacaccttt tgatgttgtt agacaatgct caggtgttac</w:t>
      </w:r>
    </w:p>
    <w:p w14:paraId="713D758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tttccaaagt gcagtgaaaa gaacaatcaa gggtacacac cactggttgt tactcacaat</w:t>
      </w:r>
    </w:p>
    <w:p w14:paraId="5DD3BED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tttgacttca cttttagttt tagtccagag tactcaatgg tctttgttct tttttttgta</w:t>
      </w:r>
    </w:p>
    <w:p w14:paraId="1F4C706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tgaaaatgcc tttttacctt ttgctatggg tattattgct atgtctgctt ttgcaatgat</w:t>
      </w:r>
    </w:p>
    <w:p w14:paraId="528111C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gtttgtcaaa cataagcatg catttctctg tttgtttttg ttaccttctc ttgccactgt</w:t>
      </w:r>
    </w:p>
    <w:p w14:paraId="3C93205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agcttatttt aatatggtct atatgcctgc tagttgggtg atgcgtatta tgacatggtt</w:t>
      </w:r>
    </w:p>
    <w:p w14:paraId="734D3DF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ggatatggtt gatactagtt ttaagctaaa agactgtgtt atgtatgcat cagctgtagt</w:t>
      </w:r>
    </w:p>
    <w:p w14:paraId="754E1C3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gttactaatc cttatgacag caagaactgt gtatgatgat ggtgctagga gagtgtggac</w:t>
      </w:r>
    </w:p>
    <w:p w14:paraId="509C755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acttatgaat gtcttgacac tcgtttataa agtttattat ggtaatgctt tagatcaagc</w:t>
      </w:r>
    </w:p>
    <w:p w14:paraId="1D4D857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catttccatg tgggctctta taatctctgt tacttctaac tactcaggtg tagttacaac</w:t>
      </w:r>
    </w:p>
    <w:p w14:paraId="4205BBF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tgtcatgttt ttggccagag gtgttgtttt tatgtgtgtt gagtattgcc ctattttctt</w:t>
      </w:r>
    </w:p>
    <w:p w14:paraId="710899C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cataactggt aatacacttc agtgtataat gctagtttat tgtttcttag gctatttttg</w:t>
      </w:r>
    </w:p>
    <w:p w14:paraId="71FFE66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tacttgttac tttggcctct tttgtttact caaccgctac tttagactga ctcttggtgt</w:t>
      </w:r>
    </w:p>
    <w:p w14:paraId="013683A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ttatgattac ttagtttcta cacaggagtt tagatatatg aattcacagg gactactccc</w:t>
      </w:r>
    </w:p>
    <w:p w14:paraId="2364E10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acccaagaat agcatagatg ccttcaaact caacattaaa ttgttgggtg ttggtggcaa</w:t>
      </w:r>
    </w:p>
    <w:p w14:paraId="701A8B9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accttgtatc aaagtagcca ctgtacagtc taaaatgtca gatgtaaagt gcacatcagt</w:t>
      </w:r>
    </w:p>
    <w:p w14:paraId="4569D2F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agtcttactc tcagttttgc aacaactcag agtagaatca tcatctaaat tgtgggctca</w:t>
      </w:r>
    </w:p>
    <w:p w14:paraId="07D0464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atgtgtccag ttacacaatg acattctctt agctaaagat actactgaag cctttgaaaa</w:t>
      </w:r>
    </w:p>
    <w:p w14:paraId="5C23AEE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aatggtttca ctactttctg ttttgctttc catgcagggt gctgtagaca taaacaagct</w:t>
      </w:r>
    </w:p>
    <w:p w14:paraId="5FF9FA2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ttgtgaagaa atgctggaca acagggcaac cttacaagct atagcctcag agtttagttc</w:t>
      </w:r>
    </w:p>
    <w:p w14:paraId="13FFB93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ccttccatca tatgcagctt ttgctactgc tcaagaagct tatgagcagg ctgttgctaa</w:t>
      </w:r>
    </w:p>
    <w:p w14:paraId="54721CA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tggtgattct gaagttgttc ttaaaaagtt gaagaagtct ttgaatgtgg ctaaatctga</w:t>
      </w:r>
    </w:p>
    <w:p w14:paraId="38C2BF3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atttgaccgt gatgcagcca tgcaacgtaa gttggaaaag atggctgatc aagctatgac</w:t>
      </w:r>
    </w:p>
    <w:p w14:paraId="222E547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ccaaatgtat aaacaggcta gatctgagga caagagggca aaagttacta gtgctatgca</w:t>
      </w:r>
    </w:p>
    <w:p w14:paraId="666ADE2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gacaatgctt ttcactatgc ttagaaagtt ggataatgat gcactcaaca acattatcaa</w:t>
      </w:r>
    </w:p>
    <w:p w14:paraId="2CDA3DB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caatgcaaga gatggttgtg ttcccttgaa cataatacct cttacaacag cagccaaact</w:t>
      </w:r>
    </w:p>
    <w:p w14:paraId="4B7F49E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aatggttgtc ataccagact ataacacata taaaaatacg tgtgatggta caacatttac</w:t>
      </w:r>
    </w:p>
    <w:p w14:paraId="6D42553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ttatgcatca gcattgtggg aaatccaaca ggttgtagat gcagatagta aaattgttca</w:t>
      </w:r>
    </w:p>
    <w:p w14:paraId="24CC115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12481 acttagtgaa attagtatgg acaattcacc taatttagca tggcctctta ttgtaacagc</w:t>
      </w:r>
    </w:p>
    <w:p w14:paraId="43C157D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tttaagggcc aattctgctg tcaaattaca gaataatgag cttagtcctg ttgcactacg</w:t>
      </w:r>
    </w:p>
    <w:p w14:paraId="6B52F5B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acagatgtct tgtgctgccg gtactacaca aactgcttgc actgatgaca atgcgttagc</w:t>
      </w:r>
    </w:p>
    <w:p w14:paraId="68AA6DC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ttactacaac acaacaaagg gaggtaggtt tgtacttgca ctgttatccg atttacagga</w:t>
      </w:r>
    </w:p>
    <w:p w14:paraId="6D42AA4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tttgaaatgg gctagattcc ctaagagtga tggaactggt actatctata cagaactgga</w:t>
      </w:r>
    </w:p>
    <w:p w14:paraId="318B8C6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accaccttgt aggtttgtta cagacacacc taaaggtcct aaagtgaagt atttatactt</w:t>
      </w:r>
    </w:p>
    <w:p w14:paraId="519756F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tattaaagga ttaaacaacc taaatagagg tatggtactt ggtagtttag ctgccacagt</w:t>
      </w:r>
    </w:p>
    <w:p w14:paraId="35F0170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acgtctacaa gctggtaatg caacagaagt gcctgccaat tcaactgtat tatctttctg</w:t>
      </w:r>
    </w:p>
    <w:p w14:paraId="56AF299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tgcttttgct gtagatgctg ctaaagctta caaagattat ctagctagtg ggggacaacc</w:t>
      </w:r>
    </w:p>
    <w:p w14:paraId="18DBC12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aatcactaat tgtgttaaga tgttgtgtac acacactggt actggtcagg caataacagt</w:t>
      </w:r>
    </w:p>
    <w:p w14:paraId="418EB91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cacaccggaa gccaatatgg atcaagaatc ctttggtggt gcatcgtgtt gtctgtactg</w:t>
      </w:r>
    </w:p>
    <w:p w14:paraId="1B5F3D6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ccgttgccac atagatcatc caaatcctaa aggattttgt gacttaaaag gtaagtatgt</w:t>
      </w:r>
    </w:p>
    <w:p w14:paraId="2FC2C1E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acaaatacct acaacttgtg ctaatgaccc tgtgggtttt acacttaaaa acacagtctg</w:t>
      </w:r>
    </w:p>
    <w:p w14:paraId="5D94901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taccgtctgc ggtatgtgga aaggttatgg ctgtagttgt gatcaactcc gcgaacccat</w:t>
      </w:r>
    </w:p>
    <w:p w14:paraId="27684A1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gcttcagtca gctgatgcac aatcgttttt aaacgggttt gcggtgtaag tgcagcccgt</w:t>
      </w:r>
    </w:p>
    <w:p w14:paraId="66EE899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cttacaccgt gcggcacagg cactagtact gatgtcgtat acagggcttt tgacatctac</w:t>
      </w:r>
    </w:p>
    <w:p w14:paraId="6820C1F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aatgataaag tagctggttt tgctaaattc ctaaaaacta attgttgtcg cttccaagaa</w:t>
      </w:r>
    </w:p>
    <w:p w14:paraId="4BBDFA5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aaggacgaag atgacaattt aattgattct tactttgtag ttaagagaca cactttctct</w:t>
      </w:r>
    </w:p>
    <w:p w14:paraId="5239E51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aactaccaac atgaagaaac aatttataat ttacttaagg attgtccagc tgttgctaaa</w:t>
      </w:r>
    </w:p>
    <w:p w14:paraId="1216D5D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catgacttct ttaagtttag aatagacggt gacatggtac cacatatatc acgtcaacgt</w:t>
      </w:r>
    </w:p>
    <w:p w14:paraId="11163FD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cttactaaat acacaatggc agacctcgtc tatgctttaa ggcattttga tgaaggtaat</w:t>
      </w:r>
    </w:p>
    <w:p w14:paraId="1D9C17C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tgtgacacat taaaagaaat acttgtcaca tacaattgtt gtgatgatga ttatttcaat</w:t>
      </w:r>
    </w:p>
    <w:p w14:paraId="08495D7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aaaaaggact ggtatgattt tgtagaaaac ccagatatat tacgcgtata cgccaactta</w:t>
      </w:r>
    </w:p>
    <w:p w14:paraId="0192E00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ggtgaacgtg tacgccaagc tttgttaaaa acagtacaat tctgtgatgc catgcgaaat</w:t>
      </w:r>
    </w:p>
    <w:p w14:paraId="7AA9C29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gctggtattg ttggtgtact gacattagat aatcaagatc tcaatggtaa ctggtatgat</w:t>
      </w:r>
    </w:p>
    <w:p w14:paraId="5D9BD8D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ttcggtgatt tcatacaaac cacgccaggt agtggagttc ctgttgtaga ttcttattat</w:t>
      </w:r>
    </w:p>
    <w:p w14:paraId="3EDB041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tcattgttaa tgcctatatt aaccttgacc agggctttaa ctgcagagtc acatgttgac</w:t>
      </w:r>
    </w:p>
    <w:p w14:paraId="733847C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actgacttaa caaagcctta cattaagtgg gatttgttaa aatatgactt cacggaagag</w:t>
      </w:r>
    </w:p>
    <w:p w14:paraId="5126BFA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aggttaaaac tctttgaccg ttattttaaa tattgggatc agacatacca cccaaattgt</w:t>
      </w:r>
    </w:p>
    <w:p w14:paraId="5693A7E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gttaactgtt tggatgacag atgcattctg cattgtgcaa actttaatgt tttattctct</w:t>
      </w:r>
    </w:p>
    <w:p w14:paraId="799D769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acagtgttcc cacttacaag ttttggacca ctagtgagaa aaatatttgt tgatggtgtt</w:t>
      </w:r>
    </w:p>
    <w:p w14:paraId="28DBCD6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ccatttgtag tttcaactgg ataccacttc agagagctag gtgttgtaca taatcaggat</w:t>
      </w:r>
    </w:p>
    <w:p w14:paraId="1364ECE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gtaaacttac atagctctag acttagtttt aaggaattac ttgtgtatgc tgctgaccct</w:t>
      </w:r>
    </w:p>
    <w:p w14:paraId="21E1EC2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gctatgcacg ctgcttctgg taatctatta ctagataaac gcactacgtg cttttcagta</w:t>
      </w:r>
    </w:p>
    <w:p w14:paraId="732D8CE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gctgcactta ctaacaatgt tgcttttcaa actgtcaaac ccggtaattt taacaaagac</w:t>
      </w:r>
    </w:p>
    <w:p w14:paraId="35825F1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ttctatgact ttgctgtgtc taagggtttc tttaaggaag gaagttctgt tgaattaaaa</w:t>
      </w:r>
    </w:p>
    <w:p w14:paraId="6587D18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cacttcttct ttgctcagga tggtaatgct gctatcagcg attatgacta ctatcgttat</w:t>
      </w:r>
    </w:p>
    <w:p w14:paraId="267EC4E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aatctaccaa caatgtgtga tatcagacaa ctactatttg tagttgaagt tgttgataag</w:t>
      </w:r>
    </w:p>
    <w:p w14:paraId="68555C2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tactttgatt gttacgatgg tggctgtatt aatgctaacc aagtcatcgt caacaaccta</w:t>
      </w:r>
    </w:p>
    <w:p w14:paraId="2DBC92B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gacaaatcag ctggttttcc atttaataaa tggggtaagg ctagacttta ttatgattca</w:t>
      </w:r>
    </w:p>
    <w:p w14:paraId="365554D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atgagttatg aggatcaaga tgcacttttc gcatatacaa aacgtaatgt catccctact</w:t>
      </w:r>
    </w:p>
    <w:p w14:paraId="02A3A3B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ataactcaaa tgaatcttaa gtatgccatt agtgcaaaga atagagctcg caccgtagct</w:t>
      </w:r>
    </w:p>
    <w:p w14:paraId="5ACBF8B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15001 ggtgtctcta tctgtagtac tatgaccaat agacagtttc atcaaaaatt attgaaatca</w:t>
      </w:r>
    </w:p>
    <w:p w14:paraId="5E10A95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atagccgcca ctagaggagc tactgtagta attggaacaa gcaaattcta tggtggttgg</w:t>
      </w:r>
    </w:p>
    <w:p w14:paraId="403E70C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cacaatatgt taaaaactgt ttatagtgat gtagaaaacc ctcaccttat gggttgggat</w:t>
      </w:r>
    </w:p>
    <w:p w14:paraId="3679AF9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tatcctaaat gtgatagagc catgcctaac atgcttagaa ttatggcctc acttgttctt</w:t>
      </w:r>
    </w:p>
    <w:p w14:paraId="755285F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gctcgcaaac atacaacgtg ttgtagcttg tcacaccgtt tctatagatt agctaatgag</w:t>
      </w:r>
    </w:p>
    <w:p w14:paraId="79E9C7C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tgtgctcaag tattgagtga aatggtcatg tgtggcggtt cactatatgt taaaccaggt</w:t>
      </w:r>
    </w:p>
    <w:p w14:paraId="18A19A3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ggaacctcat caggagatgc cacaactgct tatgctaata gtgtttttaa catttgtcaa</w:t>
      </w:r>
    </w:p>
    <w:p w14:paraId="0AA6457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gctgtcacgg ccaatgttaa tgcactttta tctactgatg gtaacaaaat tgccgataag</w:t>
      </w:r>
    </w:p>
    <w:p w14:paraId="27C3A80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tatgtccgca atttacaaca cagactttat gagtgtctct atagaaatag agatgttgac</w:t>
      </w:r>
    </w:p>
    <w:p w14:paraId="18118DB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acagactttg tgaatgagtt ttacgcatat ttgcgtaaac atttctcaat gatgatactc</w:t>
      </w:r>
    </w:p>
    <w:p w14:paraId="7476DE1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tctgacgatg ctgttgtgtg tttcaatagc acttatgcat ctcaaggtct agtggctagc</w:t>
      </w:r>
    </w:p>
    <w:p w14:paraId="0F337AD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ataaagaact ttaagtcagt tctttattat caaaacaatg tttttatgtc tgaagcaaaa</w:t>
      </w:r>
    </w:p>
    <w:p w14:paraId="44FD4E0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tgttggactg agactgacct tactaaagga cctcatgaat tttgctctca acatacaatg</w:t>
      </w:r>
    </w:p>
    <w:p w14:paraId="44A6F89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ctagttaaac agggtgatga ttatgtgtac cttccttacc cagatccatc aagaatccta</w:t>
      </w:r>
    </w:p>
    <w:p w14:paraId="549AE25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ggggccggct gttttgtaga tgatatcgta aaaacagatg gtacacttat gattgaacgg</w:t>
      </w:r>
    </w:p>
    <w:p w14:paraId="54E8F8C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ttcgtgtctt tagctataga tgcttaccca cttactaaac atcctaatca ggagtatgct</w:t>
      </w:r>
    </w:p>
    <w:p w14:paraId="089C720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gatgtctttc atttgtactt acaatacata agaaagctac atgatgagtt aacaggacac</w:t>
      </w:r>
    </w:p>
    <w:p w14:paraId="74CEABC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atgttagaca tgtattctgt tatgcttact aatgataaca cttcaaggta ttgggaacct</w:t>
      </w:r>
    </w:p>
    <w:p w14:paraId="37A04D6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gagttttatg aggctatgta cacaccgcat acagtcttac aggctgttgg ggcttgtgtt</w:t>
      </w:r>
    </w:p>
    <w:p w14:paraId="1BC6421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ctttgcaatt cacagacttc attaagatgt ggtgcttgca tacgtagacc attcttatgt</w:t>
      </w:r>
    </w:p>
    <w:p w14:paraId="1FE2EFE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tgtaaatgct gttacgacca tgtcatatca acatcacata aattagtctt gtctgttaat</w:t>
      </w:r>
    </w:p>
    <w:p w14:paraId="601A78E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ccgtatgttt gcaatgctcc aggttgtgat gtcacagatg tgactcaact ttacttagga</w:t>
      </w:r>
    </w:p>
    <w:p w14:paraId="729D767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ggtatgagct attattgtaa atcacataaa ccacccatta gttttccatt gtgtgctaat</w:t>
      </w:r>
    </w:p>
    <w:p w14:paraId="1DD745D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ggacaagttt ttggtttata taaaaataca tgtgttggta gcgataatgt tactgacttt</w:t>
      </w:r>
    </w:p>
    <w:p w14:paraId="669F3E5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aatgcaattg caacatgtga ctggacaaat gctggtgatt acattttagc taacacctgt</w:t>
      </w:r>
    </w:p>
    <w:p w14:paraId="0628804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actgaaagac tcaagctttt tgcagcagaa acgctcaaag ctactgagga gacatttaaa</w:t>
      </w:r>
    </w:p>
    <w:p w14:paraId="5ACD0AD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ctgtcttatg gtattgctac tgtacgtgaa gtgctgtctg acagagaatt acatctttca</w:t>
      </w:r>
    </w:p>
    <w:p w14:paraId="0726A48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tgggaagttg gtaaacctag accaccactt aaccgaaatt atgtctttac tggttatcgt</w:t>
      </w:r>
    </w:p>
    <w:p w14:paraId="70831D5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gtaactaaaa acagtaaagt acaaatagga gagtacacct ttgaaaaagg tgactatggt</w:t>
      </w:r>
    </w:p>
    <w:p w14:paraId="7108AEC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gatgctgttg tttaccgagg tacaacaact tacaaattaa atgttggtga ttattttgtg</w:t>
      </w:r>
    </w:p>
    <w:p w14:paraId="7526CA6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ctgacatcac atacagtaat gccattaagt gcacctacac tagtgccaca agagcactat</w:t>
      </w:r>
    </w:p>
    <w:p w14:paraId="6C2FF33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gttagaatta ctggcttata cccaacactc aatatctcag atgagttttc tagcaatgtt</w:t>
      </w:r>
    </w:p>
    <w:p w14:paraId="0691589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gcaaattatc aaaaggttgg tatgcaaaag tattctacac tccagggacc acctggtact</w:t>
      </w:r>
    </w:p>
    <w:p w14:paraId="10FFB4A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ggtaagagtc attttgctat tggcctagct ctctactacc cttctgctcg catagtgtat</w:t>
      </w:r>
    </w:p>
    <w:p w14:paraId="3CC3304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acagcttgct ctcatgccgc tgttgatgca ctatgtgaga aggcattaaa atatttgcct</w:t>
      </w:r>
    </w:p>
    <w:p w14:paraId="272109E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atagataaat gtagtagaat tatacctgca cgtgctcgtg tagagtgttt tgataaattc</w:t>
      </w:r>
    </w:p>
    <w:p w14:paraId="398606D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aaagtgaatt caacattaga acagtatgtc ttttgtactg taaatgcatt gcctgagacg</w:t>
      </w:r>
    </w:p>
    <w:p w14:paraId="65C2103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acagcagata tagttgtctt tgatgaaatt tcaatggcca caaattatga tttgagtgtt</w:t>
      </w:r>
    </w:p>
    <w:p w14:paraId="60F6110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gtcaatgcca gattacgtgc taagcactat gtgtacattg gcgaccctgc tcaattacct</w:t>
      </w:r>
    </w:p>
    <w:p w14:paraId="5AF953E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gcaccacgca cattgctaac taagggcaca ctagaaccag aatatttcaa ttcagtgtgt</w:t>
      </w:r>
    </w:p>
    <w:p w14:paraId="2A157F0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agacttatga aaactatagg tccagacatg ttcctcggaa cttgtcggcg ttgtcctgct</w:t>
      </w:r>
    </w:p>
    <w:p w14:paraId="15B6A71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gaaattgttg acactgtgag tgctttggtt tatgataata agcttaaagc acataaagac</w:t>
      </w:r>
    </w:p>
    <w:p w14:paraId="1B346FF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17521 aaatcagctc aatgctttaa aatgttttat aagggtgtta tcacgcatga tgtttcatct</w:t>
      </w:r>
    </w:p>
    <w:p w14:paraId="45B7944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gcaattaaca ggccacaaat aggcgtggta agagaattcc ttacacgtaa ccctgcttgg</w:t>
      </w:r>
    </w:p>
    <w:p w14:paraId="2EBFF07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agaaaagctg tctttatttc accttataat tcacagaatg ctgtagcctc aaagattttg</w:t>
      </w:r>
    </w:p>
    <w:p w14:paraId="1479A19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ggactaccaa ctcaaactgt tgattcatca cagggctcag aatatgacta tgtcatattc</w:t>
      </w:r>
    </w:p>
    <w:p w14:paraId="1938B77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actcaaacca ctgaaacagc tcactcttgt aatgtaaaca gatttaatgt tgctattacc</w:t>
      </w:r>
    </w:p>
    <w:p w14:paraId="2FE3C82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agagcaaaag taggcatact ttgcataatg tctgatagag acctttatga caagttgcaa</w:t>
      </w:r>
    </w:p>
    <w:p w14:paraId="5082F55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tttacaagtc ttgaaattcc acgtaggaat gtggcaactt tacaagctga aaatgtaaca</w:t>
      </w:r>
    </w:p>
    <w:p w14:paraId="4B0AA44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ggactcttta aagattgtag taaggtaatc actgggttac atcctacaca ggcacctaca</w:t>
      </w:r>
    </w:p>
    <w:p w14:paraId="724E29C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cacctcagtg ttgacactaa attcaaaact gaaggtttat gtgttgacgt acctggcata</w:t>
      </w:r>
    </w:p>
    <w:p w14:paraId="3BA601F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cctaaggaca tgacctatag aagactcatc tctatgatgg gttttaaaat gaattatcaa</w:t>
      </w:r>
    </w:p>
    <w:p w14:paraId="6AA6945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gttaatggtt accctaacat gtttatcacc cgcgaagaag ctataagaca tgtacgtgca</w:t>
      </w:r>
    </w:p>
    <w:p w14:paraId="139569C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tggattggct tcgatgtcga ggggtgtcat gctactagag aagctgttgg taccaattta</w:t>
      </w:r>
    </w:p>
    <w:p w14:paraId="6607DC8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cctttacagc taggtttttc tacaggtgtt aacctagttg ctgtacctac aggttatgtt</w:t>
      </w:r>
    </w:p>
    <w:p w14:paraId="56A3C35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gatacaccta ataatacaga tttttccaga gttagtgcta aaccaccgcc tggagatcaa</w:t>
      </w:r>
    </w:p>
    <w:p w14:paraId="638AB9F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tttaaacacc tcataccact tatgtacaaa ggacttcctt ggaatgtagt gcgtataaag</w:t>
      </w:r>
    </w:p>
    <w:p w14:paraId="5C0C801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attgtacaaa tgttaagtga cacacttaaa aatctctctg acagagtcgt atttgtctta</w:t>
      </w:r>
    </w:p>
    <w:p w14:paraId="669A998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tgggcacatg gctttgagtt gacatctatg aagtattttg tgaaaatagg acctgagcgc</w:t>
      </w:r>
    </w:p>
    <w:p w14:paraId="5401434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acctgttgtc tatgtgatag acgtgccaca tgcttttcca ctgcttcaga cacttatgcc</w:t>
      </w:r>
    </w:p>
    <w:p w14:paraId="4F7E2C0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tgttggcatc attctattgg atttgattac gtctataatc cgtttatgat tgatgttcaa</w:t>
      </w:r>
    </w:p>
    <w:p w14:paraId="366C7F8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caatggggtt ttacaggtaa cctacaaagc aaccatgatc tgtattgtca agtccatggt</w:t>
      </w:r>
    </w:p>
    <w:p w14:paraId="7B646C1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aatgcacatg tagctagttg tgatgcaatc atgactaggt gtctagctgt ccacgagtgc</w:t>
      </w:r>
    </w:p>
    <w:p w14:paraId="56930A8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tttgttaagc gtgttgactg gactattgaa tatcctataa ttggtgatga actgaagatt</w:t>
      </w:r>
    </w:p>
    <w:p w14:paraId="620830D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aatgcggctt gtagaaaggt tcaacacatg gttgttaaag ctgcattatt agcagacaaa</w:t>
      </w:r>
    </w:p>
    <w:p w14:paraId="6F477B3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ttcccagttc ttcacgacat tggtaaccct aaagctatta agtgtgtacc tcaagctgat</w:t>
      </w:r>
    </w:p>
    <w:p w14:paraId="244F645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gtagaatgga agttctatga tgcacagcct tgtagtgaca aagcttataa aatagaagaa</w:t>
      </w:r>
    </w:p>
    <w:p w14:paraId="14C8683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ttattctatt cttatgccac acattctgac aaattcacag atggtgtatg cctattttgg</w:t>
      </w:r>
    </w:p>
    <w:p w14:paraId="675207C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aattgcaatg tcgatagata tcctgctaat tccattgttt gtagatttga cactagagtg</w:t>
      </w:r>
    </w:p>
    <w:p w14:paraId="510221C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ctatctaacc ttaacttgcc tggttgtgat ggtggcagtt tgtatgtaaa taaacatgca</w:t>
      </w:r>
    </w:p>
    <w:p w14:paraId="59D7CFF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ttccacacac cagcttttga taaaagtgct tttgttaatt taaaacaatt accatttttc</w:t>
      </w:r>
    </w:p>
    <w:p w14:paraId="4752722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tattactctg acagtccatg tgagtctcat ggaaaacaag tagtgtcaga tatagattat</w:t>
      </w:r>
    </w:p>
    <w:p w14:paraId="40F11A5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gtaccactaa agtctgctac gtgtataaca cgttgcaatt taggtggtgc tgtctgtaga</w:t>
      </w:r>
    </w:p>
    <w:p w14:paraId="7C8BE72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catcatgcta atgagtacag attgtatctc gatgcttata acatgatgat ctcagctggc</w:t>
      </w:r>
    </w:p>
    <w:p w14:paraId="1E2F867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tttagcttgt gggtttacaa acaatttgat acttataacc tctggaacac ttttacaaga</w:t>
      </w:r>
    </w:p>
    <w:p w14:paraId="2045EE7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cttcagagtt tagaaaatgt ggcttttaat gttgtaaata agggacactt tgatggacaa</w:t>
      </w:r>
    </w:p>
    <w:p w14:paraId="35DA8C1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cagggtgaag taccagtttc tatcattaat aacactgttt acacaaaagt tgatggtgtt</w:t>
      </w:r>
    </w:p>
    <w:p w14:paraId="1C3D636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gatgtagaat tgtttgaaaa taaaacaaca ttacctgtta atgtagcatt tgagctttgg</w:t>
      </w:r>
    </w:p>
    <w:p w14:paraId="7A1AB1A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gctaagcgca acattaaacc agtaccagag gtgaaaatac tcaataattt gggtgtggac</w:t>
      </w:r>
    </w:p>
    <w:p w14:paraId="6D1ECBC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attgctgcta atactgtgat ctgggactac aaaagagatg ctccagcaca tatatctact</w:t>
      </w:r>
    </w:p>
    <w:p w14:paraId="517B94D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attggtgttt gttctatgac tgacatagcc aagaaaccaa ctgaaacgat ttgtgcacca</w:t>
      </w:r>
    </w:p>
    <w:p w14:paraId="0D09BAF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ctcactgtct tttttgatgg tagagttgat ggtcaagtag acttatttag aaatgcccgt</w:t>
      </w:r>
    </w:p>
    <w:p w14:paraId="4956A52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aatggtgttc ttattacaga aggtagtgtt aaaggtttac aaccatctgt aggtcccaaa</w:t>
      </w:r>
    </w:p>
    <w:p w14:paraId="1C0A493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caagctagtc ttaatggagt cacattaatt ggagaagccg taaaaacaca gttcaattat</w:t>
      </w:r>
    </w:p>
    <w:p w14:paraId="51A8B05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20041 tataagaaag ttgatggtgt tgtccaacaa ttacctgaaa cttactttac tcagagtaga</w:t>
      </w:r>
    </w:p>
    <w:p w14:paraId="4F817A6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aatttacaag aatttaaacc caggagtcaa atggaaattg atttcttaga attagctatg</w:t>
      </w:r>
    </w:p>
    <w:p w14:paraId="3542A7B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gatgaattca ttgaacggta taaattagaa ggctatgcct tcgaacatat cgtttatgga</w:t>
      </w:r>
    </w:p>
    <w:p w14:paraId="5929554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gattttagtc atagtcagtt aggtggttta catctactga ttggactagc taaacgtttt</w:t>
      </w:r>
    </w:p>
    <w:p w14:paraId="21B93BF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aaggaatcac cttttgaatt agaagatttt attcctatgg acagtacagt taaaaactat</w:t>
      </w:r>
    </w:p>
    <w:p w14:paraId="5A3D5A6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ttcataacag atgcgcaaac aggttcatct aagtgtgtgt gttctgttat tgatttatta</w:t>
      </w:r>
    </w:p>
    <w:p w14:paraId="7EC1F0B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cttgatgatt ttgttgaaat aataaaatcc caagatttat ctgtagtttc taaggttgtc</w:t>
      </w:r>
    </w:p>
    <w:p w14:paraId="713B96E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aaagtgacta ttgactatac agaaatttca tttatgcttt ggtgtaaaga tggccatgta</w:t>
      </w:r>
    </w:p>
    <w:p w14:paraId="16183B3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gaaacatttt acccaaaatt acaatctagt caagcgtggc aaccgggtgt tgctatgcct</w:t>
      </w:r>
    </w:p>
    <w:p w14:paraId="3AA3673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aatctttaca aaatgcaaag aatgctatta gaaaagtgtg accttcaaaa ttatggtgat</w:t>
      </w:r>
    </w:p>
    <w:p w14:paraId="29BCA85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agtgcaacat tacctaaagg cataatgatg aatgtcgcaa aatatactca actgtgtcaa</w:t>
      </w:r>
    </w:p>
    <w:p w14:paraId="4591E96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tatttaaaca cattaacatt agctgtaccc tataatatga gagttataca ttttggtgct</w:t>
      </w:r>
    </w:p>
    <w:p w14:paraId="09B3837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ggttctgata aaggagttgc accaggtaca gctgttttaa gacagtggtt gcctacgggt</w:t>
      </w:r>
    </w:p>
    <w:p w14:paraId="46C803F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acgctgcttg tcgattcaga tcttaatgac tttgtctctg atgcagattc aactttgatt</w:t>
      </w:r>
    </w:p>
    <w:p w14:paraId="024BEA8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ggtgattgtg caactgtaca tacagctaat aaatgggatc tcattattag tgatatgtac</w:t>
      </w:r>
    </w:p>
    <w:p w14:paraId="357001F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gaccctaaga ctaaaaatgt tacaaaagaa aatgactcta aagagggttt tttcacttac</w:t>
      </w:r>
    </w:p>
    <w:p w14:paraId="25078BC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atttgtgggt ttatacaaca aaagctagct cttggaggtt ccgtggctat aaagataaca</w:t>
      </w:r>
    </w:p>
    <w:p w14:paraId="2D89A96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gaacattctt ggaatgctga tctttataag ctcatgggac acttcgcatg gtggacagcc</w:t>
      </w:r>
    </w:p>
    <w:p w14:paraId="1535C8E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tttgttacta atgtgaatgc gtcatcatct gaagcatttt taattggatg taattatctt</w:t>
      </w:r>
    </w:p>
    <w:p w14:paraId="4B6883D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ggcaaaccac gcgaacaaat agatggttat gtcatgcatg caaattacat attttggagg</w:t>
      </w:r>
    </w:p>
    <w:p w14:paraId="0396544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aatacaaatc caattcagtt gtcttcctat tctttatttg acatgagtaa atttcccctt</w:t>
      </w:r>
    </w:p>
    <w:p w14:paraId="392BEFB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aaattaaggg gtactgctgt tatgtcttta aaagaaggtc aaatcaatga tatgatttta</w:t>
      </w:r>
    </w:p>
    <w:p w14:paraId="6598746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tctcttctta gtaaaggtag acttataatt agagaaaaca acagagttgt tatttctagt</w:t>
      </w:r>
    </w:p>
    <w:p w14:paraId="24B7933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gatgttcttg ttaacaacta aacgaacaat gtttgttttt cttgttttat tgccactagt</w:t>
      </w:r>
    </w:p>
    <w:p w14:paraId="3196F34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ttctagtcag tgtgttaatc ttacaaccag aactcaatta ccccctgcat acactaattc</w:t>
      </w:r>
    </w:p>
    <w:p w14:paraId="0700C0C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tttcacacgt ggtgtttatt accctgacaa agttttcaga tcctcagttt tacattcaac</w:t>
      </w:r>
    </w:p>
    <w:p w14:paraId="42EFF95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tcaggacttg ttcttacctt tcttttccaa tgttacttgg ttccatgtta tctctgggac</w:t>
      </w:r>
    </w:p>
    <w:p w14:paraId="0B3D6C2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caatggtact aagaggtttg ataaccctgt cctaccattt aatgatggtg tttattttgc</w:t>
      </w:r>
    </w:p>
    <w:p w14:paraId="4E6ADD1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ttccattgag aagtctaaca taataagagg ctggattttt ggtactactt tagattcgaa</w:t>
      </w:r>
    </w:p>
    <w:p w14:paraId="74AFF1A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gacccagtcc ctacttattg ttaataacgc tactaatgtt gttattaaag tctgtgaatt</w:t>
      </w:r>
    </w:p>
    <w:p w14:paraId="1CD56B2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tcaattttgt aatgatccat ttttggacca caaaaacaac aaaagttgga tggaaagtga</w:t>
      </w:r>
    </w:p>
    <w:p w14:paraId="427CA3E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gttcagagtt tattctagtg cgaataattg cacttttgaa tatgtctctc agccttttct</w:t>
      </w:r>
    </w:p>
    <w:p w14:paraId="42A82AC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tatggacctt gaaggaaaac agggtaattt caaaaatctt agggaatttg tgtttaagaa</w:t>
      </w:r>
    </w:p>
    <w:p w14:paraId="487F1DE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tattgatggt tattttaaaa tatattctaa gcacacgcct attatagtgc gtgagccaga</w:t>
      </w:r>
    </w:p>
    <w:p w14:paraId="4FAA93B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agatctccct cagggttttt cggctttaga accattggta gatttgccaa taggtattaa</w:t>
      </w:r>
    </w:p>
    <w:p w14:paraId="5DF2805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catcactagg tttcaaactt tacttgcttt acatagaagt tatttgactc ctggtgattc</w:t>
      </w:r>
    </w:p>
    <w:p w14:paraId="3B31884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ttcttcaggt tggacagctg gtgctgcagc ttattatgtg ggttatcttc aacctaggac</w:t>
      </w:r>
    </w:p>
    <w:p w14:paraId="7645F85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ttttctatta aaatataatg aaaatggaac cattacagat gctgtagact gtgcacttga</w:t>
      </w:r>
    </w:p>
    <w:p w14:paraId="7555E93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ccctctctca gaaacaaagt gtacgttgaa atccttcact gtagaaaaag gaatctatca</w:t>
      </w:r>
    </w:p>
    <w:p w14:paraId="7BDFDBB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aacttctaac tttagagtcc aaccaacaga atctattgtt agatttccta atattacaaa</w:t>
      </w:r>
    </w:p>
    <w:p w14:paraId="55FD9A8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cttgtgccct tttgatgaag tttttaacgc caccaaattt gcatctgttt atgcttggaa</w:t>
      </w:r>
    </w:p>
    <w:p w14:paraId="7D1E282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caggaagaga atcagcaact gtgttgctga ttattctgtc ctatataatt ccgcaccatt</w:t>
      </w:r>
    </w:p>
    <w:p w14:paraId="08F7245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22561 tttcactttt aagtgttatg gagtgtctcc tactaaatta aatgatctct gctttactaa</w:t>
      </w:r>
    </w:p>
    <w:p w14:paraId="0C3A75E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tgtctatgca gattcatttg taattagagg tgatgaagtc agacaaatcg ctccagggca</w:t>
      </w:r>
    </w:p>
    <w:p w14:paraId="39CAC7C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aactggaaat attgctgatt ataattataa attaccagat gattttacag gctgcgttat</w:t>
      </w:r>
    </w:p>
    <w:p w14:paraId="335F36D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agcttggaat tctaacaagc ttgattctaa ggttagtggt aattataatt acctgtatag</w:t>
      </w:r>
    </w:p>
    <w:p w14:paraId="66C6F71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attgtttagg aagtctaatc tcaaaccttt tgagagagat atttcaactg aaatctatca</w:t>
      </w:r>
    </w:p>
    <w:p w14:paraId="7A0247A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ggccggtaac aaaccttgta atggtgttgc aggttttaat tgttactttc ctttacgatc</w:t>
      </w:r>
    </w:p>
    <w:p w14:paraId="4482EB9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atatagtttc cgacccactt atggtgttgg tcaccaacca tacagagtag tagtactttc</w:t>
      </w:r>
    </w:p>
    <w:p w14:paraId="6D95D74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ttttgaactt ctacatgcac cagcaactgt ttgtggacct aaaaagtcta ctaatttggt</w:t>
      </w:r>
    </w:p>
    <w:p w14:paraId="286F9DB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taaaaacaaa tgtgtcaatt tcaacttcaa tggtttaaaa ggcacaggtg ttcttactga</w:t>
      </w:r>
    </w:p>
    <w:p w14:paraId="5D01A1C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gtctaacaaa aagtttctgc ctttccaaca atttggcaga gacattgctg acactactga</w:t>
      </w:r>
    </w:p>
    <w:p w14:paraId="22A879F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tgctgtccgt gatccacaga cacttgagat tcttgacatt acaccatgtt cttttggtgg</w:t>
      </w:r>
    </w:p>
    <w:p w14:paraId="345C637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tgtcagtgtt ataacaccag gaacaaatac ttctaaccag gttgctgttc tttatcaggg</w:t>
      </w:r>
    </w:p>
    <w:p w14:paraId="5761429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tgttaactgc acagaagtcc ctgttgctat tcatgcagat caacttactc ctacttggcg</w:t>
      </w:r>
    </w:p>
    <w:p w14:paraId="4944A40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tgtttattct acaggttcta atgtttttca aacacgtgca ggctgtttaa taggggctga</w:t>
      </w:r>
    </w:p>
    <w:p w14:paraId="6956509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atatgtcaac aactcatatg agtgtgacat acccattggt gcaggtatat gcgctagtta</w:t>
      </w:r>
    </w:p>
    <w:p w14:paraId="2F5F018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tcagactcag actaagtctc atcggcgggc acgtagtgta gctagtcaat ccatcattgc</w:t>
      </w:r>
    </w:p>
    <w:p w14:paraId="6ACA933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ctacactatg tcacttggtg cagaaaattc agttgcttac tctaataact ctattgccat</w:t>
      </w:r>
    </w:p>
    <w:p w14:paraId="787EE33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acccacaaat tttactatta gtgttaccac agaaattcta ccagtgtcta tgaccaagac</w:t>
      </w:r>
    </w:p>
    <w:p w14:paraId="36DFE2B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atcagtagat tgtacaatgt acatttgtgg tgattcaact gaatgcagca atcttttgtt</w:t>
      </w:r>
    </w:p>
    <w:p w14:paraId="460A4F3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gcaatatggc agtttttgta cacaattaaa acgtgcttta actggaatag ctgttgaaca</w:t>
      </w:r>
    </w:p>
    <w:p w14:paraId="148CDF2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agacaaaaac acccaagaag tttttgcaca agtcaaacaa atttacaaaa caccaccaat</w:t>
      </w:r>
    </w:p>
    <w:p w14:paraId="7B5A62B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taaatatttt ggtggtttta atttttcaca aatattacca gatccatcaa aaccaagcaa</w:t>
      </w:r>
    </w:p>
    <w:p w14:paraId="5588F39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gaggtcattt attgaagatc tacttttcaa caaagtgaca cttgcagatg ctggcttcat</w:t>
      </w:r>
    </w:p>
    <w:p w14:paraId="01F6F40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caaacaatat ggtgattgcc ttggtgatat tgctgctaga gacctcattt gtgcacaaaa</w:t>
      </w:r>
    </w:p>
    <w:p w14:paraId="79FB8AA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gtttaaaggc cttactgttt tgccaccttt gctcacagat gaaatgattg ctcaatacac</w:t>
      </w:r>
    </w:p>
    <w:p w14:paraId="4202FCA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ttctgcactg ttagcgggta caatcacttc tggttggacc tttggtgcag gtgctgcatt</w:t>
      </w:r>
    </w:p>
    <w:p w14:paraId="07A3E7F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acaaatacca tttgctatgc aaatggctta taggtttaat ggtattggag ttacacagaa</w:t>
      </w:r>
    </w:p>
    <w:p w14:paraId="3607B3C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tgttctctat gagaaccaaa aattgattgc caaccaattt aatagtgcta ttggcaaaat</w:t>
      </w:r>
    </w:p>
    <w:p w14:paraId="608864C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tcaagactca ctttcttcca cagcaagtgc acttggaaaa cttcaagatg tggtcaacca</w:t>
      </w:r>
    </w:p>
    <w:p w14:paraId="6B8E384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taatgcacaa gctttaaaca cgcttgttaa acaacttagc tccaaatttg gtgcaatttc</w:t>
      </w:r>
    </w:p>
    <w:p w14:paraId="4A12A2E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aagtgtttta aatgatatct tttcacgtct tgacaaagtt gaggctgaag tgcaaattga</w:t>
      </w:r>
    </w:p>
    <w:p w14:paraId="4801973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taggttgatc acaggcagac ttcaaagttt gcagacatat gtgactcaac aattaattag</w:t>
      </w:r>
    </w:p>
    <w:p w14:paraId="00141F5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agctgcagaa atcagagctt ctgctaatct tgctgctact aaaatgtcag agtgtgtact</w:t>
      </w:r>
    </w:p>
    <w:p w14:paraId="1F03CD3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tggacaatca aaaagagttg atttttgtgg aaagggctat catcttatgt ccttccctca</w:t>
      </w:r>
    </w:p>
    <w:p w14:paraId="6FE5553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gtcagcacct catggtgtag tcttcttgca tgtgacttat gtccctgcac aagaaaagaa</w:t>
      </w:r>
    </w:p>
    <w:p w14:paraId="4C02B4A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cttcacaact gctcctgcca tttgtcatga tggaaaagca cactttcctc gtgaaggtgt</w:t>
      </w:r>
    </w:p>
    <w:p w14:paraId="1ED897B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ctttgtttca aatggcacac actggtttgt aacacaaagg aatttttatg aaccacaaat</w:t>
      </w:r>
    </w:p>
    <w:p w14:paraId="76416B1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cattactaca gacaacacat ttgtgtctgg taactgtgat gttgtaatag gaattgtcaa</w:t>
      </w:r>
    </w:p>
    <w:p w14:paraId="46B7791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caacacagtt tatgatcctt tgcaacctga attagattca ttcaaggagg agttagataa</w:t>
      </w:r>
    </w:p>
    <w:p w14:paraId="07ACAEA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atattttaag aatcatacat caccagatgt tgatttaggt gacatctctg gcattaatgc</w:t>
      </w:r>
    </w:p>
    <w:p w14:paraId="06B469C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ttcagttgta aacattcaaa aagaaattga ccgcctcaat gaggttgcca agaatttaaa</w:t>
      </w:r>
    </w:p>
    <w:p w14:paraId="524B94FE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tgaatctctc atcgatctcc aagaacttgg aaagtatgag cagtatataa aatggccatg</w:t>
      </w:r>
    </w:p>
    <w:p w14:paraId="389FC4F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25081 gtacatttgg ctaggtttta tagctggctt gattgccata gtaatggtga caattatgct</w:t>
      </w:r>
    </w:p>
    <w:p w14:paraId="645418C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ttgctgtatg accagttgct gtagttgtct caagggctgt tgttcttgtg gatcctgctg</w:t>
      </w:r>
    </w:p>
    <w:p w14:paraId="0946D34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caaatttgat gaagacgact ctgagccagt gctcaaagga gtcaaattac attacacata</w:t>
      </w:r>
    </w:p>
    <w:p w14:paraId="7D24D80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aacgaactta tggatttgtt tatgagaatc ttcacaattg gaactgtaac tttgaagcaa</w:t>
      </w:r>
    </w:p>
    <w:p w14:paraId="097FB6E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ggtgaaatca aggatgctac tccttcagat tttgttcgcg ctactgcaac gataccgata</w:t>
      </w:r>
    </w:p>
    <w:p w14:paraId="0399285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caagcctcac tccctttcgg atggcttatt gttggcgttg cacttcttgc tgtttttcag</w:t>
      </w:r>
    </w:p>
    <w:p w14:paraId="25AC883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agcgcttcca aaatcataac tctcaaaaag agatggcaac tagcactctc caagggtgtt</w:t>
      </w:r>
    </w:p>
    <w:p w14:paraId="66F16E5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cactttgttt gcaacttgct gttgttgttt gtaacagttt actcacacct tttgctcgtt</w:t>
      </w:r>
    </w:p>
    <w:p w14:paraId="5722850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gctgctggcc ttgaagcccc ttttctctat ctttatgctt tagtctactt cttgcagagt</w:t>
      </w:r>
    </w:p>
    <w:p w14:paraId="62552DD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ataaactttg taagaataat aatgaggctt tggctttgct ggaaatgccg ttccaaaaac</w:t>
      </w:r>
    </w:p>
    <w:p w14:paraId="78CC469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ccattacttt atgatgccaa ctattttctt tgctggcata ctaattgtta cgactattgt</w:t>
      </w:r>
    </w:p>
    <w:p w14:paraId="4FBD764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ataccttaca atagtgtaac ttcttcaatt gtcattactt caggtgatgg cacaacaagt</w:t>
      </w:r>
    </w:p>
    <w:p w14:paraId="327091F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cctatttctg aacatgacta ccagattggt ggttatactg aaaaatggga atctggagta</w:t>
      </w:r>
    </w:p>
    <w:p w14:paraId="239D4FD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aaagactgtg ttgtattaca cagttacttc acttcagact attaccagct gtactcaact</w:t>
      </w:r>
    </w:p>
    <w:p w14:paraId="650D603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caattgagta cagacactgg tgttgaacat gttaccttct tcatctacaa taaaattgtt</w:t>
      </w:r>
    </w:p>
    <w:p w14:paraId="4D303D9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gatgagcctg aagaacatgt ccaaattcac acaatcgacg gttcatccgg agttgttaat</w:t>
      </w:r>
    </w:p>
    <w:p w14:paraId="4EB8E65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ccagtaatgg aaccaattta tgatgaaccg acgacgacta ctagcgtgcc tttgtaagca</w:t>
      </w:r>
    </w:p>
    <w:p w14:paraId="2669487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caagctgatg agtacgaact tatgtactca ttcgtttcgg aagagatagg tacgttaata</w:t>
      </w:r>
    </w:p>
    <w:p w14:paraId="300D9AD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gttaatagcg tacttctttt tcttgctttc gtggtattct tgctagttac actagccatc</w:t>
      </w:r>
    </w:p>
    <w:p w14:paraId="14F9873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cttactgcgc ttcgattgtg tgcgtactgc tgcaatattg ttaacgtgag tcttgtaaaa</w:t>
      </w:r>
    </w:p>
    <w:p w14:paraId="43C423E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ccttcttttt acgtttactc tcgtgttaaa aatctgaatt cttctagagt tcctgatctt</w:t>
      </w:r>
    </w:p>
    <w:p w14:paraId="56A29BE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ctggtctaaa cgaactaaat attatattag tttttctgtt tggaacttta attttagcca</w:t>
      </w:r>
    </w:p>
    <w:p w14:paraId="3744BDB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tggcaggttc caacggtact attaccgttg aagagcttaa aaagctcctt gaagaatgga</w:t>
      </w:r>
    </w:p>
    <w:p w14:paraId="632F27E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acctagtaat aggtttccta ttccttacat ggatttgtct tctacaattt gcctatgcca</w:t>
      </w:r>
    </w:p>
    <w:p w14:paraId="231A2CD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acaggaatag gtttttgtat ataattaagt taattttcct ctggctgtta tggccagtaa</w:t>
      </w:r>
    </w:p>
    <w:p w14:paraId="3E3649B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ctttaacttg ttttgtgctt gctgctgttt acagaataaa ttggatcacc ggtggaattg</w:t>
      </w:r>
    </w:p>
    <w:p w14:paraId="43B6814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ctatcgcaat ggcttgtctt gtaggcttga tgtggctcag ctacttcatt gcttctttca</w:t>
      </w:r>
    </w:p>
    <w:p w14:paraId="4B8ADA3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gactgtttgc gcgtacgcgt tccatgtggt cattcaatcc agaaactaac attcttctca</w:t>
      </w:r>
    </w:p>
    <w:p w14:paraId="28E30E4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acgtgccact ccatggcact attctgacca gaccgcttct agaaagtgaa ctcgtaatcg</w:t>
      </w:r>
    </w:p>
    <w:p w14:paraId="29A7BBD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gagctgtgat ccttcgtgga catcttcgta ttgctggaca ccatctagga cgctgtgaca</w:t>
      </w:r>
    </w:p>
    <w:p w14:paraId="22DF1A1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tcaaggacct gcctaaagaa atcactgttg ctacatcacg aacgctttct tattacaaat</w:t>
      </w:r>
    </w:p>
    <w:p w14:paraId="63F8305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tgggagcttc gcagcgtgta gcaggtgact caggttttgc tgcatacagt cgctacagga</w:t>
      </w:r>
    </w:p>
    <w:p w14:paraId="4363EAA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ttggcaacta taaattaaac acagaccatt ccagtagcag tgacaatatt gctttgcttg</w:t>
      </w:r>
    </w:p>
    <w:p w14:paraId="6B2DC91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tacagtaagt gacaacagat gtttcatctc gttgactttc aggttactat agcagagata</w:t>
      </w:r>
    </w:p>
    <w:p w14:paraId="5688F2B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ttactaatta ttatgcggac ttttaaagtt tccatttgga atcttgatta catcataaac</w:t>
      </w:r>
    </w:p>
    <w:p w14:paraId="5ED5261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ctcataatta aaaatttatc taagtcacta actgagaata aatattctca attagatgaa</w:t>
      </w:r>
    </w:p>
    <w:p w14:paraId="3222E34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gagcaaccaa tggagattga ttaaacgaac atgaaaatta ttcttttctt ggcactgata</w:t>
      </w:r>
    </w:p>
    <w:p w14:paraId="7F75C0A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acactcgcta cttgtgagct ttatcactac caagagtgtg ttagaggtac aacagtactt</w:t>
      </w:r>
    </w:p>
    <w:p w14:paraId="636BD64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ttaaaagaac cttgctcttc tggaacatac gagggcaatt caccatttca tcctctagct</w:t>
      </w:r>
    </w:p>
    <w:p w14:paraId="3B0829F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gataacaaat ttgcactgac ttgctttagc actcaatttg cttttgcttg tcctgacggc</w:t>
      </w:r>
    </w:p>
    <w:p w14:paraId="433E260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gtaaaacacg tctatcagtt acgtgccaga tcagtttcac ctaaactgtt catcagacaa</w:t>
      </w:r>
    </w:p>
    <w:p w14:paraId="42465AD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gaggaagttc aagaacttta ctctccaatt tttcttattg ttgcggcaat agtgtttata</w:t>
      </w:r>
    </w:p>
    <w:p w14:paraId="201905E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27601 acactttgct tcacactcaa aagaaagaca gaatgattga actttcatta attgacttct</w:t>
      </w:r>
    </w:p>
    <w:p w14:paraId="7B04A0D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atttgtgctt tttagccttt ctgttattcc ttgttttaat tatgcttatt atcttttggt</w:t>
      </w:r>
    </w:p>
    <w:p w14:paraId="7B9C740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tctcacttga actgcaagat cataatgaaa cttgtcacgc ctaaacgaac atgaaatttc</w:t>
      </w:r>
    </w:p>
    <w:p w14:paraId="3C1D56C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ttgttttctt aggaatcatc acaactgtag ctgcatttca ccaagaatgt agtttacagt</w:t>
      </w:r>
    </w:p>
    <w:p w14:paraId="4C9665A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catgtactca acatcaacca tatgtagttg atgacccgtg tcctattcac ttctattcta</w:t>
      </w:r>
    </w:p>
    <w:p w14:paraId="40C6D0A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aatggtatat tagagtagga gctagaaaat cagcaccttt aattgaattg tgcgtggatg</w:t>
      </w:r>
    </w:p>
    <w:p w14:paraId="26402CE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aggctggttc taaatcaccc attcagtaca tcgatatcgg taattataca gtttcctgtt</w:t>
      </w:r>
    </w:p>
    <w:p w14:paraId="070677C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taccttttac aattaattgc caggaaccta aattgggtag tcttgtagtg cgttgttcgt</w:t>
      </w:r>
    </w:p>
    <w:p w14:paraId="1E2DBE1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tctatgaaga ctttttagag tatcatgacg ttcgtgttgt tttagatttc atctaaacga</w:t>
      </w:r>
    </w:p>
    <w:p w14:paraId="5BE19BE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acaaacttaa atgtctgata atggacccca aaatcagcga aatgcactcc gcattacgtt</w:t>
      </w:r>
    </w:p>
    <w:p w14:paraId="7926747C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tggtggaccc tcagattcaa ctggcagtaa ccagaatggt ggggcgcgat caaaacaacg</w:t>
      </w:r>
    </w:p>
    <w:p w14:paraId="534FA02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tcggccccaa ggtttaccca ataatactgc gtcttggttc accgctctca ctcaacatgg</w:t>
      </w:r>
    </w:p>
    <w:p w14:paraId="30BFA93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caaggaagac cttaaattcc ctcgaggaca aggcgttcca attaacacca atagcagtcc</w:t>
      </w:r>
    </w:p>
    <w:p w14:paraId="43CCAEC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agatgaccaa attggctact accgaagagc taccagacga attcgtggtg gtgacggtaa</w:t>
      </w:r>
    </w:p>
    <w:p w14:paraId="1E58E5E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aatgaaagat ctcagtccaa gatggtattt ctactaccta ggaactgggc cagaagctgg</w:t>
      </w:r>
    </w:p>
    <w:p w14:paraId="5379775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acttccctat ggtgctaaca aagacggcat catatgggtt gcaactgagg gagccttgaa</w:t>
      </w:r>
    </w:p>
    <w:p w14:paraId="75E3E79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tacaccaaaa gatcacattg gcacccgcaa tcctgctaac aatgctgcaa tcgtgctaca</w:t>
      </w:r>
    </w:p>
    <w:p w14:paraId="4338ABC1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acttcctcaa ggaacaacat tgccaaaagg cttctacgca gaagggagca gaggcggcag</w:t>
      </w:r>
    </w:p>
    <w:p w14:paraId="7021D69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tcaagcctct tctcgttcct catcacgtag tcgcaacagt tcaagaaatt caactccagg</w:t>
      </w:r>
    </w:p>
    <w:p w14:paraId="5D314F24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cagcagtaaa cgaacttctc ctgctagaat ggctggcaat ggcggtgatg ctgctcttgc</w:t>
      </w:r>
    </w:p>
    <w:p w14:paraId="47B6099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tttgctgctg cttgacagat tgaaccagct tgagagcaaa atgtctggta aaggccaaca</w:t>
      </w:r>
    </w:p>
    <w:p w14:paraId="2D9AED2D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acaacaaggc caaactgtca ctaagaaatc tgctgctgag gcttctaaga agcctcggca</w:t>
      </w:r>
    </w:p>
    <w:p w14:paraId="2B89B2D6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aaaacgtact gccactaaag catacaatgt aacacaagct ttcggcagac gtggtccaga</w:t>
      </w:r>
    </w:p>
    <w:p w14:paraId="5C9E8D4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acaaacccaa ggaaattttg gggaccagga actaatcaga caaggaactg attacaaaca</w:t>
      </w:r>
    </w:p>
    <w:p w14:paraId="499E352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ttggccgcaa attgcacaat ttgcccccag cgcttcagcg ttcttcggaa tgtcgcgcat</w:t>
      </w:r>
    </w:p>
    <w:p w14:paraId="556A15FF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tggcatggaa gtcacacctt cgggaacgtg gttgacctac acaggtgcca tcaaattgga</w:t>
      </w:r>
    </w:p>
    <w:p w14:paraId="61DAC900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tgacaaagat ccaaatttca aagatcaagt cattttgctg aataagcata ttgacgcata</w:t>
      </w:r>
    </w:p>
    <w:p w14:paraId="215DFE63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caaaacattc ccaccaacag agcctaaaaa ggacaaaaag aagaaggctg atgaaactca</w:t>
      </w:r>
    </w:p>
    <w:p w14:paraId="2DF4D955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agccttaccg cagagacaga agaaacagca aactgtgact cttcttcctg ctgcagattt</w:t>
      </w:r>
    </w:p>
    <w:p w14:paraId="254262A7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ggatgatttc tccaaacaat tgcaacaatc catgagcagt gctgactcaa ctcaggccta</w:t>
      </w:r>
    </w:p>
    <w:p w14:paraId="7ECF732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aactcatgca gaccacacaa ggcagatggg ctatataaac gttttcgctt ttccgtttac</w:t>
      </w:r>
    </w:p>
    <w:p w14:paraId="7781EB92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gatatatagt ctactcttgt gcagaatgaa ttctcgtaac tacatagcac aagtagatgt</w:t>
      </w:r>
    </w:p>
    <w:p w14:paraId="4E372DA9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agttaacttt aatctcacat agcaatcttt aatcagtgtg taacattagg gaggacttga</w:t>
      </w:r>
    </w:p>
    <w:p w14:paraId="35DF7C58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aagagccacc acattttcac cgaggccacg cggagtacga tcgagtgtac agtgaacaat</w:t>
      </w:r>
    </w:p>
    <w:p w14:paraId="59B20E8A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gctagggaga gctgcctata tggaagagcc ctaatgtgta aaatta</w:t>
      </w:r>
    </w:p>
    <w:p w14:paraId="1EE4A46B" w14:textId="77777777" w:rsidR="003C20FC" w:rsidRPr="003C20FC" w:rsidRDefault="003C20FC" w:rsidP="003C20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C20FC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1751AB1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0FC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C20FC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08D4AA"/>
  <w15:chartTrackingRefBased/>
  <w15:docId w15:val="{EC5C5E89-FE32-B44D-8AB7-FF0510488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1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7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1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2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29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07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68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98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11049</Words>
  <Characters>62981</Characters>
  <Application>Microsoft Office Word</Application>
  <DocSecurity>0</DocSecurity>
  <Lines>524</Lines>
  <Paragraphs>147</Paragraphs>
  <ScaleCrop>false</ScaleCrop>
  <Company/>
  <LinksUpToDate>false</LinksUpToDate>
  <CharactersWithSpaces>73883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2023-02-03T12:48:00Z</dcterms:created>
  <dcterms:modified xsi:type="dcterms:W3CDTF">2023-02-03T12:49:00Z</dcterms:modified>
</cp:coreProperties>
</file>